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1E1CC5ED" w:rsidR="00F422D3" w:rsidRDefault="00F422D3" w:rsidP="00B42F40">
      <w:pPr>
        <w:pStyle w:val="Titul2"/>
      </w:pPr>
      <w:r>
        <w:t>Název zakázky: „</w:t>
      </w:r>
      <w:r w:rsidR="00A94EC0" w:rsidRPr="00A94EC0">
        <w:t>Oprava výhybek v žst. Boletice n/L. a žst. Děčín východ</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E86445"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3B47479" w14:textId="7205A46E"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6166E4AE" w:rsidR="00F24489" w:rsidRDefault="00F24489" w:rsidP="00D541AA">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A94EC0" w:rsidRPr="00A94EC0">
        <w:t>16. 04</w:t>
      </w:r>
      <w:r w:rsidR="00B811BE" w:rsidRPr="00A94EC0">
        <w:t>. 2020</w:t>
      </w:r>
      <w:r w:rsidR="00B811BE">
        <w:t xml:space="preserve"> </w:t>
      </w:r>
      <w:r w:rsidRPr="00F97DBD">
        <w:t xml:space="preserve">pod </w:t>
      </w:r>
      <w:r w:rsidRPr="00F24489">
        <w:t>evidenčním</w:t>
      </w:r>
      <w:r w:rsidR="00B811BE">
        <w:t xml:space="preserve"> číslem </w:t>
      </w:r>
      <w:r w:rsidR="00D541AA">
        <w:rPr>
          <w:b/>
        </w:rPr>
        <w:t>65020123</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D541AA" w:rsidRPr="00D541AA">
        <w:rPr>
          <w:b/>
        </w:rPr>
        <w:t>Oprava výhybek v žst. Boletice n/L. a žst. Děčín východ</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3C256392" w:rsidR="00F24489" w:rsidRPr="00F24489" w:rsidRDefault="00F24489" w:rsidP="00F24489">
      <w:pPr>
        <w:pStyle w:val="Textbezslovn"/>
        <w:rPr>
          <w:b/>
        </w:rPr>
      </w:pPr>
      <w:r w:rsidRPr="00F24489">
        <w:rPr>
          <w:b/>
        </w:rPr>
        <w:t xml:space="preserve">Celková lhůta pro dokončení Díla činí celkem </w:t>
      </w:r>
      <w:r w:rsidR="00A94EC0">
        <w:rPr>
          <w:b/>
        </w:rPr>
        <w:t>15</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10A9CF53" w:rsidR="00F24489" w:rsidRDefault="00F24489" w:rsidP="00F24489">
      <w:pPr>
        <w:pStyle w:val="Textbezslovn"/>
      </w:pPr>
      <w:r w:rsidRPr="00F97DBD">
        <w:t xml:space="preserve">Lhůta pro dokončení stavebních prací činí celkem </w:t>
      </w:r>
      <w:r w:rsidR="00A94EC0">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0"/>
      <w:r w:rsidRPr="00852D03">
        <w:t xml:space="preserve">16 </w:t>
      </w:r>
      <w:commentRangeEnd w:id="0"/>
      <w:r w:rsidRPr="00852D03">
        <w:rPr>
          <w:rStyle w:val="Odkaznakoment"/>
          <w:sz w:val="22"/>
          <w:szCs w:val="22"/>
        </w:rPr>
        <w:commentReference w:id="0"/>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2"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3"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4"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5"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7"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8"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E8644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2ACC123F" w14:textId="2F943ED4"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02FE8989" w:rsidR="00F422D3" w:rsidRDefault="00F815F3" w:rsidP="009F0867">
      <w:pPr>
        <w:pStyle w:val="Textbezodsazen"/>
      </w:pPr>
      <w:r>
        <w:t>Objednatel</w:t>
      </w:r>
      <w:r>
        <w:tab/>
      </w:r>
      <w:r>
        <w:tab/>
      </w:r>
      <w:r>
        <w:tab/>
      </w:r>
      <w:r>
        <w:tab/>
      </w:r>
      <w:r>
        <w:tab/>
      </w:r>
      <w:r>
        <w:tab/>
      </w:r>
      <w:r w:rsidR="00F422D3">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7489C51B" w14:textId="17ED6DF3" w:rsidR="00CB4F6D" w:rsidRDefault="00525927" w:rsidP="00F815F3">
      <w:pPr>
        <w:pStyle w:val="Textbezodsazen"/>
      </w:pPr>
      <w:r>
        <w:t>Správa železnic, státní organizace</w:t>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636B2889" w:rsidR="00E463D2" w:rsidRPr="00935FE2" w:rsidRDefault="00E463D2" w:rsidP="00A94EC0">
      <w:pPr>
        <w:pStyle w:val="Odstavec1-1a"/>
      </w:pPr>
      <w:r w:rsidRPr="00F97DBD">
        <w:t xml:space="preserve">Zvláštní technické podmínky </w:t>
      </w:r>
      <w:r w:rsidR="00A9443E">
        <w:t>stavby „</w:t>
      </w:r>
      <w:r w:rsidR="00A94EC0" w:rsidRPr="00A94EC0">
        <w:t>Oprava výhybek v žst. Boletice n/L. a žst. Děčín východ</w:t>
      </w:r>
      <w:r w:rsidR="00A94EC0">
        <w:t>“ ze dne 16</w:t>
      </w:r>
      <w:r w:rsidR="00FC3B4C">
        <w:t>. 04</w:t>
      </w:r>
      <w:r w:rsidR="00A9443E">
        <w:t>.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DB519A">
        <w:rPr>
          <w:highlight w:val="yellow"/>
        </w:rPr>
        <w:t xml:space="preserve">Do přílohy Smlouvy bude vložena tabulka  </w:t>
      </w:r>
      <w:r w:rsidR="002A784C" w:rsidRPr="00DB519A">
        <w:rPr>
          <w:highlight w:val="yellow"/>
        </w:rPr>
        <w:t xml:space="preserve">- </w:t>
      </w:r>
      <w:r w:rsidRPr="00DB519A">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t>Příloha č. 6</w:t>
      </w:r>
    </w:p>
    <w:p w14:paraId="434B63C2" w14:textId="793FBCF2" w:rsidR="00502690" w:rsidRDefault="00502690" w:rsidP="00F762A8">
      <w:pPr>
        <w:pStyle w:val="Nadpisbezsl1-2"/>
      </w:pPr>
      <w:r>
        <w:t>Oprávněné osoby</w:t>
      </w: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E86445"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4ECFC4D8" w:rsidR="00ED29F1" w:rsidRDefault="00ED29F1" w:rsidP="00ED29F1">
      <w:pPr>
        <w:pStyle w:val="Textbezodsazen"/>
      </w:pPr>
    </w:p>
    <w:p w14:paraId="13BF6352" w14:textId="333EEE8D" w:rsidR="00A94EC0" w:rsidRPr="00A94EC0" w:rsidRDefault="00A94EC0" w:rsidP="00ED29F1">
      <w:pPr>
        <w:pStyle w:val="Textbezodsazen"/>
        <w:rPr>
          <w:b/>
          <w:u w:val="single"/>
        </w:rPr>
      </w:pPr>
      <w:r w:rsidRPr="00A94EC0">
        <w:rPr>
          <w:b/>
          <w:u w:val="single"/>
        </w:rPr>
        <w:t>Práce ST</w:t>
      </w:r>
    </w:p>
    <w:p w14:paraId="2AE77324" w14:textId="7C71100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24AF"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1010B7B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7F85BDFE" w14:textId="76DC6D73"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sidRPr="003759FA">
              <w:rPr>
                <w:rFonts w:ascii="Verdana" w:hAnsi="Verdana"/>
                <w:b/>
                <w:sz w:val="18"/>
              </w:rPr>
              <w:t>Pavel Juránek, MBA</w:t>
            </w:r>
          </w:p>
        </w:tc>
      </w:tr>
      <w:tr w:rsidR="002324AF"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52AE879F" w:rsidR="002324AF" w:rsidRPr="00F95FBD" w:rsidRDefault="002324AF" w:rsidP="002324AF">
            <w:pPr>
              <w:pStyle w:val="Tabulka"/>
              <w:rPr>
                <w:sz w:val="18"/>
              </w:rPr>
            </w:pPr>
            <w:r w:rsidRPr="00F95FBD">
              <w:rPr>
                <w:sz w:val="18"/>
              </w:rPr>
              <w:t>Adresa</w:t>
            </w:r>
          </w:p>
        </w:tc>
        <w:tc>
          <w:tcPr>
            <w:tcW w:w="5812" w:type="dxa"/>
          </w:tcPr>
          <w:p w14:paraId="68E5D16A" w14:textId="77777777" w:rsidR="002324AF" w:rsidRPr="003759FA" w:rsidRDefault="002324AF" w:rsidP="002324AF">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47CAFD9" w14:textId="539FADFE"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2324AF"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29ABDDFA" w:rsidR="002324AF" w:rsidRPr="00F95FBD" w:rsidRDefault="002324AF" w:rsidP="002324AF">
            <w:pPr>
              <w:pStyle w:val="Tabulka"/>
              <w:rPr>
                <w:sz w:val="18"/>
              </w:rPr>
            </w:pPr>
            <w:r w:rsidRPr="00F95FBD">
              <w:rPr>
                <w:sz w:val="18"/>
              </w:rPr>
              <w:t>E-mail</w:t>
            </w:r>
          </w:p>
        </w:tc>
        <w:tc>
          <w:tcPr>
            <w:tcW w:w="5812" w:type="dxa"/>
          </w:tcPr>
          <w:p w14:paraId="6C191135" w14:textId="6D64883C" w:rsidR="002324AF" w:rsidRPr="00DB4E0F" w:rsidRDefault="00E86445"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24AF" w:rsidRPr="003759FA">
                <w:rPr>
                  <w:rStyle w:val="Hypertextovodkaz"/>
                  <w:rFonts w:ascii="Verdana" w:hAnsi="Verdana"/>
                  <w:sz w:val="18"/>
                </w:rPr>
                <w:t>juranekp@szdc.cz</w:t>
              </w:r>
            </w:hyperlink>
          </w:p>
        </w:tc>
      </w:tr>
      <w:tr w:rsidR="002324AF"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46466B83" w:rsidR="002324AF" w:rsidRPr="00F95FBD" w:rsidRDefault="002324AF" w:rsidP="002324AF">
            <w:pPr>
              <w:pStyle w:val="Tabulka"/>
              <w:rPr>
                <w:sz w:val="18"/>
              </w:rPr>
            </w:pPr>
            <w:r w:rsidRPr="00F95FBD">
              <w:rPr>
                <w:sz w:val="18"/>
              </w:rPr>
              <w:t>Telefon</w:t>
            </w:r>
            <w:r>
              <w:rPr>
                <w:sz w:val="18"/>
              </w:rPr>
              <w:t>, mobil</w:t>
            </w:r>
          </w:p>
        </w:tc>
        <w:tc>
          <w:tcPr>
            <w:tcW w:w="5812" w:type="dxa"/>
          </w:tcPr>
          <w:p w14:paraId="4B465440" w14:textId="49C804DD"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324AF" w:rsidRPr="00F95FBD" w14:paraId="4139B8C8"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1E8DFBC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55C9FE9D" w14:textId="6D468CE8"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2324AF" w:rsidRPr="00F95FBD" w14:paraId="0EB2BCD7"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5E72B223" w14:textId="639FFCDA" w:rsidR="002324AF" w:rsidRPr="00F95FBD" w:rsidRDefault="002324AF" w:rsidP="002324AF">
            <w:pPr>
              <w:pStyle w:val="Tabulka"/>
              <w:rPr>
                <w:sz w:val="18"/>
              </w:rPr>
            </w:pPr>
            <w:r w:rsidRPr="00F95FBD">
              <w:rPr>
                <w:sz w:val="18"/>
              </w:rPr>
              <w:t>Adresa</w:t>
            </w:r>
          </w:p>
        </w:tc>
        <w:tc>
          <w:tcPr>
            <w:tcW w:w="5812" w:type="dxa"/>
          </w:tcPr>
          <w:p w14:paraId="1668B329"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58B5E70" w14:textId="49ADDFE5"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F95FBD" w14:paraId="6518BEA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7A0348E3" w14:textId="140FF6B4" w:rsidR="002324AF" w:rsidRPr="00F95FBD" w:rsidRDefault="002324AF" w:rsidP="002324AF">
            <w:pPr>
              <w:pStyle w:val="Tabulka"/>
              <w:rPr>
                <w:sz w:val="18"/>
              </w:rPr>
            </w:pPr>
            <w:r w:rsidRPr="00F95FBD">
              <w:rPr>
                <w:sz w:val="18"/>
              </w:rPr>
              <w:t>E-mail</w:t>
            </w:r>
          </w:p>
        </w:tc>
        <w:tc>
          <w:tcPr>
            <w:tcW w:w="5812" w:type="dxa"/>
          </w:tcPr>
          <w:p w14:paraId="6B1022ED" w14:textId="6DECC7D6" w:rsidR="002324AF" w:rsidRPr="00DB4E0F" w:rsidRDefault="00E86445"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324AF" w:rsidRPr="00236FA6">
                <w:rPr>
                  <w:rStyle w:val="Hypertextovodkaz"/>
                  <w:noProof w:val="0"/>
                  <w:sz w:val="18"/>
                </w:rPr>
                <w:t>klima@szdc.cz</w:t>
              </w:r>
            </w:hyperlink>
            <w:r w:rsidR="002324AF" w:rsidRPr="00236FA6">
              <w:rPr>
                <w:sz w:val="18"/>
              </w:rPr>
              <w:t xml:space="preserve"> </w:t>
            </w:r>
          </w:p>
        </w:tc>
      </w:tr>
      <w:tr w:rsidR="002324AF" w:rsidRPr="00F95FBD" w14:paraId="1146EF6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0157F84D" w14:textId="413749AE" w:rsidR="002324AF" w:rsidRPr="00F95FBD" w:rsidRDefault="002324AF" w:rsidP="002324AF">
            <w:pPr>
              <w:pStyle w:val="Tabulka"/>
              <w:rPr>
                <w:sz w:val="18"/>
              </w:rPr>
            </w:pPr>
            <w:r w:rsidRPr="00F95FBD">
              <w:rPr>
                <w:sz w:val="18"/>
              </w:rPr>
              <w:t>Telefon</w:t>
            </w:r>
            <w:r>
              <w:rPr>
                <w:sz w:val="18"/>
              </w:rPr>
              <w:t>, mobil</w:t>
            </w:r>
          </w:p>
        </w:tc>
        <w:tc>
          <w:tcPr>
            <w:tcW w:w="5812" w:type="dxa"/>
          </w:tcPr>
          <w:p w14:paraId="26DD4258" w14:textId="3AB419A6"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14:paraId="7ABBF951" w14:textId="04CF1639"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2324AF" w:rsidRPr="00DB4E0F" w14:paraId="4A86D903"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DE0B" w14:textId="34985946"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192C10A2" w14:textId="5C0B6A65" w:rsidR="002324AF" w:rsidRPr="00DB4E0F" w:rsidRDefault="00DB519A"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2324AF" w:rsidRPr="00F95FBD" w14:paraId="1B6C2D9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24030D7" w14:textId="1D5DA152" w:rsidR="002324AF" w:rsidRPr="00F95FBD" w:rsidRDefault="002324AF" w:rsidP="002324AF">
            <w:pPr>
              <w:pStyle w:val="Tabulka"/>
              <w:rPr>
                <w:sz w:val="18"/>
              </w:rPr>
            </w:pPr>
            <w:r w:rsidRPr="00F95FBD">
              <w:rPr>
                <w:sz w:val="18"/>
              </w:rPr>
              <w:t>Adresa</w:t>
            </w:r>
          </w:p>
        </w:tc>
        <w:tc>
          <w:tcPr>
            <w:tcW w:w="5812" w:type="dxa"/>
          </w:tcPr>
          <w:p w14:paraId="75D462FA"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28A36FB" w14:textId="6FE60F09"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DB4E0F" w14:paraId="256F173A"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201E2E6F" w14:textId="733DB25C" w:rsidR="002324AF" w:rsidRPr="00F95FBD" w:rsidRDefault="002324AF" w:rsidP="002324AF">
            <w:pPr>
              <w:pStyle w:val="Tabulka"/>
              <w:rPr>
                <w:sz w:val="18"/>
              </w:rPr>
            </w:pPr>
            <w:r w:rsidRPr="00F95FBD">
              <w:rPr>
                <w:sz w:val="18"/>
              </w:rPr>
              <w:t>E-mail</w:t>
            </w:r>
          </w:p>
        </w:tc>
        <w:tc>
          <w:tcPr>
            <w:tcW w:w="5812" w:type="dxa"/>
          </w:tcPr>
          <w:p w14:paraId="40E828B9" w14:textId="108620A3" w:rsidR="002324AF" w:rsidRPr="00DB519A" w:rsidRDefault="00E86445"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519A" w:rsidRPr="00DB519A">
                <w:rPr>
                  <w:rStyle w:val="Hypertextovodkaz"/>
                  <w:noProof w:val="0"/>
                  <w:sz w:val="18"/>
                </w:rPr>
                <w:t>mudroch@szdc.cz</w:t>
              </w:r>
            </w:hyperlink>
            <w:r w:rsidR="002324AF" w:rsidRPr="00DB519A">
              <w:rPr>
                <w:sz w:val="18"/>
              </w:rPr>
              <w:t xml:space="preserve"> </w:t>
            </w:r>
          </w:p>
        </w:tc>
      </w:tr>
      <w:tr w:rsidR="002324AF" w:rsidRPr="00F95FBD" w14:paraId="112A287F"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31DAD3A1" w14:textId="395EBD40" w:rsidR="002324AF" w:rsidRPr="00F95FBD" w:rsidRDefault="002324AF" w:rsidP="002324AF">
            <w:pPr>
              <w:pStyle w:val="Tabulka"/>
              <w:rPr>
                <w:sz w:val="18"/>
              </w:rPr>
            </w:pPr>
            <w:r w:rsidRPr="00F95FBD">
              <w:rPr>
                <w:sz w:val="18"/>
              </w:rPr>
              <w:t>Telefon</w:t>
            </w:r>
            <w:r>
              <w:rPr>
                <w:sz w:val="18"/>
              </w:rPr>
              <w:t>, mobil</w:t>
            </w:r>
          </w:p>
        </w:tc>
        <w:tc>
          <w:tcPr>
            <w:tcW w:w="5812" w:type="dxa"/>
          </w:tcPr>
          <w:p w14:paraId="32F58CDF" w14:textId="338A2816" w:rsidR="002324AF" w:rsidRPr="00F95FBD" w:rsidRDefault="00DB519A"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6DDBF1BE" w14:textId="77777777" w:rsidR="00A65A02" w:rsidRDefault="00A65A02" w:rsidP="00DB4E0F">
      <w:pPr>
        <w:pStyle w:val="Textbezodsazen"/>
      </w:pPr>
    </w:p>
    <w:p w14:paraId="55E05FC6" w14:textId="77777777" w:rsidR="002324AF" w:rsidRPr="00F95FBD" w:rsidRDefault="002324AF" w:rsidP="002324A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94EC0" w:rsidRPr="00F95FBD" w14:paraId="52933D90" w14:textId="77777777" w:rsidTr="00D81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C720C0" w14:textId="15C2C3E7" w:rsidR="00A94EC0" w:rsidRPr="00F95FBD" w:rsidRDefault="00A94EC0" w:rsidP="00A94EC0">
            <w:pPr>
              <w:pStyle w:val="Tabulka"/>
              <w:rPr>
                <w:rStyle w:val="Nadpisvtabulce"/>
                <w:b w:val="0"/>
              </w:rPr>
            </w:pPr>
            <w:r w:rsidRPr="00F95FBD">
              <w:rPr>
                <w:rStyle w:val="Nadpisvtabulce"/>
                <w:b w:val="0"/>
              </w:rPr>
              <w:t>Jméno a příjmení</w:t>
            </w:r>
          </w:p>
        </w:tc>
        <w:tc>
          <w:tcPr>
            <w:tcW w:w="5812" w:type="dxa"/>
          </w:tcPr>
          <w:p w14:paraId="414015DB" w14:textId="608A6176" w:rsidR="00A94EC0" w:rsidRPr="00F95FBD" w:rsidRDefault="00A94EC0" w:rsidP="00A94EC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Beran, DiS.</w:t>
            </w:r>
          </w:p>
        </w:tc>
      </w:tr>
      <w:tr w:rsidR="00A94EC0" w:rsidRPr="00F95FBD" w14:paraId="7DAF04C7"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75AD9055" w14:textId="566CD77D" w:rsidR="00A94EC0" w:rsidRPr="00F95FBD" w:rsidRDefault="00A94EC0" w:rsidP="00A94EC0">
            <w:pPr>
              <w:pStyle w:val="Tabulka"/>
              <w:rPr>
                <w:sz w:val="18"/>
              </w:rPr>
            </w:pPr>
            <w:r w:rsidRPr="00F95FBD">
              <w:rPr>
                <w:sz w:val="18"/>
              </w:rPr>
              <w:t>Adresa</w:t>
            </w:r>
          </w:p>
        </w:tc>
        <w:tc>
          <w:tcPr>
            <w:tcW w:w="5812" w:type="dxa"/>
          </w:tcPr>
          <w:p w14:paraId="46BA8374" w14:textId="77777777" w:rsidR="00A94EC0" w:rsidRPr="0007402B" w:rsidRDefault="00A94EC0" w:rsidP="00A94EC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14:paraId="39C96185" w14:textId="7C51D8F8" w:rsidR="00A94EC0" w:rsidRPr="00F95FBD" w:rsidRDefault="00A94EC0" w:rsidP="00A94EC0">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17. listopadu, 405 02 Děčín</w:t>
            </w:r>
          </w:p>
        </w:tc>
      </w:tr>
      <w:tr w:rsidR="00A94EC0" w:rsidRPr="00F95FBD" w14:paraId="161CE43E"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3E5741DA" w14:textId="211C9A5A" w:rsidR="00A94EC0" w:rsidRPr="00F95FBD" w:rsidRDefault="00A94EC0" w:rsidP="00A94EC0">
            <w:pPr>
              <w:pStyle w:val="Tabulka"/>
              <w:rPr>
                <w:sz w:val="18"/>
              </w:rPr>
            </w:pPr>
            <w:r w:rsidRPr="00F95FBD">
              <w:rPr>
                <w:sz w:val="18"/>
              </w:rPr>
              <w:t>E-mail</w:t>
            </w:r>
          </w:p>
        </w:tc>
        <w:tc>
          <w:tcPr>
            <w:tcW w:w="5812" w:type="dxa"/>
          </w:tcPr>
          <w:p w14:paraId="34860FE7" w14:textId="5EB78BC9" w:rsidR="00A94EC0" w:rsidRPr="00DB519A" w:rsidRDefault="00E86445" w:rsidP="00A94EC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94EC0" w:rsidRPr="00490330">
                <w:rPr>
                  <w:rStyle w:val="Hypertextovodkaz"/>
                  <w:noProof w:val="0"/>
                  <w:sz w:val="18"/>
                </w:rPr>
                <w:t>beranj@szdc.cz</w:t>
              </w:r>
            </w:hyperlink>
            <w:r w:rsidR="00A94EC0" w:rsidRPr="00490330">
              <w:rPr>
                <w:sz w:val="18"/>
              </w:rPr>
              <w:t xml:space="preserve"> </w:t>
            </w:r>
          </w:p>
        </w:tc>
      </w:tr>
      <w:tr w:rsidR="00A94EC0" w:rsidRPr="00F95FBD" w14:paraId="531C1FE6" w14:textId="77777777" w:rsidTr="00D819B4">
        <w:tc>
          <w:tcPr>
            <w:cnfStyle w:val="001000000000" w:firstRow="0" w:lastRow="0" w:firstColumn="1" w:lastColumn="0" w:oddVBand="0" w:evenVBand="0" w:oddHBand="0" w:evenHBand="0" w:firstRowFirstColumn="0" w:firstRowLastColumn="0" w:lastRowFirstColumn="0" w:lastRowLastColumn="0"/>
            <w:tcW w:w="3056" w:type="dxa"/>
          </w:tcPr>
          <w:p w14:paraId="6D6CD166" w14:textId="72AD9E0D" w:rsidR="00A94EC0" w:rsidRPr="00F95FBD" w:rsidRDefault="00A94EC0" w:rsidP="00A94EC0">
            <w:pPr>
              <w:pStyle w:val="Tabulka"/>
              <w:rPr>
                <w:sz w:val="18"/>
              </w:rPr>
            </w:pPr>
            <w:r w:rsidRPr="00F95FBD">
              <w:rPr>
                <w:sz w:val="18"/>
              </w:rPr>
              <w:t>Telefon</w:t>
            </w:r>
            <w:r>
              <w:rPr>
                <w:sz w:val="18"/>
              </w:rPr>
              <w:t>, mobil</w:t>
            </w:r>
          </w:p>
        </w:tc>
        <w:tc>
          <w:tcPr>
            <w:tcW w:w="5812" w:type="dxa"/>
          </w:tcPr>
          <w:p w14:paraId="02AA1CB6" w14:textId="415ECF66" w:rsidR="00A94EC0" w:rsidRPr="00F95FBD" w:rsidRDefault="00A94EC0" w:rsidP="00A94EC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972 433 461, 724 070 454</w:t>
            </w:r>
          </w:p>
        </w:tc>
      </w:tr>
    </w:tbl>
    <w:p w14:paraId="206DDC2D" w14:textId="64398912" w:rsidR="00A94EC0" w:rsidRPr="006134A9" w:rsidRDefault="00A94EC0" w:rsidP="00A94EC0">
      <w:pPr>
        <w:pStyle w:val="Textbezodsazen"/>
        <w:rPr>
          <w:b/>
          <w:u w:val="single"/>
        </w:rPr>
      </w:pPr>
      <w:r w:rsidRPr="006134A9">
        <w:rPr>
          <w:b/>
          <w:u w:val="single"/>
        </w:rPr>
        <w:t>Práce S</w:t>
      </w:r>
      <w:r>
        <w:rPr>
          <w:b/>
          <w:u w:val="single"/>
        </w:rPr>
        <w:t>M</w:t>
      </w:r>
      <w:r w:rsidRPr="006134A9">
        <w:rPr>
          <w:b/>
          <w:u w:val="single"/>
        </w:rPr>
        <w:t xml:space="preserve">T </w:t>
      </w:r>
    </w:p>
    <w:p w14:paraId="31A47C52" w14:textId="77777777" w:rsidR="00A94EC0" w:rsidRPr="00F95FBD" w:rsidRDefault="00A94EC0" w:rsidP="00A94EC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94EC0" w:rsidRPr="00F95FBD" w14:paraId="2EEC6B40"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4224B1"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1A86580B" w14:textId="77777777" w:rsidR="00A94EC0" w:rsidRPr="00F95FBD" w:rsidRDefault="00A94EC0" w:rsidP="00AC570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Vladimír Kudrnáč</w:t>
            </w:r>
          </w:p>
        </w:tc>
      </w:tr>
      <w:tr w:rsidR="00A94EC0" w:rsidRPr="00F95FBD" w14:paraId="2FCBE86B"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3EDB3424" w14:textId="77777777" w:rsidR="00A94EC0" w:rsidRPr="00F95FBD" w:rsidRDefault="00A94EC0" w:rsidP="00AC5702">
            <w:pPr>
              <w:pStyle w:val="Tabulka"/>
              <w:rPr>
                <w:sz w:val="18"/>
              </w:rPr>
            </w:pPr>
            <w:r w:rsidRPr="00F95FBD">
              <w:rPr>
                <w:sz w:val="18"/>
              </w:rPr>
              <w:t>Adresa</w:t>
            </w:r>
          </w:p>
        </w:tc>
        <w:tc>
          <w:tcPr>
            <w:tcW w:w="5812" w:type="dxa"/>
          </w:tcPr>
          <w:p w14:paraId="7A6C2443" w14:textId="77777777"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mostů a tunelů</w:t>
            </w:r>
          </w:p>
          <w:p w14:paraId="21B820B8"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94EC0" w:rsidRPr="00F95FBD" w14:paraId="1B0790E2"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3CA025D7" w14:textId="77777777" w:rsidR="00A94EC0" w:rsidRPr="00F95FBD" w:rsidRDefault="00A94EC0" w:rsidP="00AC5702">
            <w:pPr>
              <w:pStyle w:val="Tabulka"/>
              <w:rPr>
                <w:sz w:val="18"/>
              </w:rPr>
            </w:pPr>
            <w:r w:rsidRPr="00F95FBD">
              <w:rPr>
                <w:sz w:val="18"/>
              </w:rPr>
              <w:t>E-mail</w:t>
            </w:r>
          </w:p>
        </w:tc>
        <w:tc>
          <w:tcPr>
            <w:tcW w:w="5812" w:type="dxa"/>
          </w:tcPr>
          <w:p w14:paraId="66D88231" w14:textId="77777777" w:rsidR="00A94EC0" w:rsidRPr="00F95FBD"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94EC0" w:rsidRPr="002F5E7E">
                <w:rPr>
                  <w:rStyle w:val="Hypertextovodkaz"/>
                  <w:noProof w:val="0"/>
                  <w:sz w:val="18"/>
                </w:rPr>
                <w:t>kudrnac@szdc.cz</w:t>
              </w:r>
            </w:hyperlink>
            <w:r w:rsidR="00A94EC0" w:rsidRPr="002F5E7E">
              <w:rPr>
                <w:sz w:val="18"/>
              </w:rPr>
              <w:t xml:space="preserve"> </w:t>
            </w:r>
          </w:p>
        </w:tc>
      </w:tr>
      <w:tr w:rsidR="00A94EC0" w:rsidRPr="00F95FBD" w14:paraId="78BE2A93"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0C4DE3FA"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232FB84D"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972 424 263, 602 418 542</w:t>
            </w:r>
          </w:p>
        </w:tc>
      </w:tr>
    </w:tbl>
    <w:p w14:paraId="3246F056" w14:textId="77777777" w:rsidR="00A94EC0" w:rsidRDefault="00A94EC0" w:rsidP="00A94EC0">
      <w:pPr>
        <w:pStyle w:val="Textbezodsazen"/>
        <w:spacing w:after="0"/>
      </w:pPr>
    </w:p>
    <w:tbl>
      <w:tblPr>
        <w:tblStyle w:val="Mkatabulky"/>
        <w:tblW w:w="8868" w:type="dxa"/>
        <w:tblLook w:val="04A0" w:firstRow="1" w:lastRow="0" w:firstColumn="1" w:lastColumn="0" w:noHBand="0" w:noVBand="1"/>
      </w:tblPr>
      <w:tblGrid>
        <w:gridCol w:w="3056"/>
        <w:gridCol w:w="5812"/>
      </w:tblGrid>
      <w:tr w:rsidR="00A94EC0" w:rsidRPr="00D960A3" w14:paraId="44E5F816"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ED806"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2B3254A5" w14:textId="77777777" w:rsidR="00A94EC0" w:rsidRPr="00D960A3" w:rsidRDefault="00A94EC0" w:rsidP="00AC570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Libor Šindelář</w:t>
            </w:r>
          </w:p>
        </w:tc>
      </w:tr>
      <w:tr w:rsidR="00A94EC0" w:rsidRPr="00F95FBD" w14:paraId="1CFB53E5"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456B3C08" w14:textId="77777777" w:rsidR="00A94EC0" w:rsidRPr="00F95FBD" w:rsidRDefault="00A94EC0" w:rsidP="00AC5702">
            <w:pPr>
              <w:pStyle w:val="Tabulka"/>
              <w:rPr>
                <w:sz w:val="18"/>
              </w:rPr>
            </w:pPr>
            <w:r w:rsidRPr="00F95FBD">
              <w:rPr>
                <w:sz w:val="18"/>
              </w:rPr>
              <w:t>Adresa</w:t>
            </w:r>
          </w:p>
        </w:tc>
        <w:tc>
          <w:tcPr>
            <w:tcW w:w="5812" w:type="dxa"/>
          </w:tcPr>
          <w:p w14:paraId="3DEAE928" w14:textId="77777777"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77FF6CBC"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94EC0" w:rsidRPr="00236FA6" w14:paraId="67401E7D"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70CE4BBC" w14:textId="77777777" w:rsidR="00A94EC0" w:rsidRPr="00F95FBD" w:rsidRDefault="00A94EC0" w:rsidP="00AC5702">
            <w:pPr>
              <w:pStyle w:val="Tabulka"/>
              <w:rPr>
                <w:sz w:val="18"/>
              </w:rPr>
            </w:pPr>
            <w:r w:rsidRPr="00F95FBD">
              <w:rPr>
                <w:sz w:val="18"/>
              </w:rPr>
              <w:t>E-mail</w:t>
            </w:r>
          </w:p>
        </w:tc>
        <w:tc>
          <w:tcPr>
            <w:tcW w:w="5812" w:type="dxa"/>
          </w:tcPr>
          <w:p w14:paraId="353C5971" w14:textId="77777777" w:rsidR="00A94EC0" w:rsidRPr="00236FA6"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A94EC0" w:rsidRPr="00E17401">
                <w:rPr>
                  <w:rStyle w:val="Hypertextovodkaz"/>
                  <w:noProof w:val="0"/>
                  <w:sz w:val="18"/>
                </w:rPr>
                <w:t>sindelarl@szdc.cz</w:t>
              </w:r>
            </w:hyperlink>
            <w:r w:rsidR="00A94EC0" w:rsidRPr="00E17401">
              <w:rPr>
                <w:sz w:val="18"/>
              </w:rPr>
              <w:t xml:space="preserve"> </w:t>
            </w:r>
          </w:p>
        </w:tc>
      </w:tr>
      <w:tr w:rsidR="00A94EC0" w:rsidRPr="00F95FBD" w14:paraId="5F1672AC"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21DE8478"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708CA803"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972 422 263, 602 433 361</w:t>
            </w:r>
          </w:p>
        </w:tc>
      </w:tr>
    </w:tbl>
    <w:p w14:paraId="01D52857" w14:textId="77777777" w:rsidR="00A94EC0" w:rsidRDefault="00A94EC0" w:rsidP="00A94EC0">
      <w:pPr>
        <w:pStyle w:val="Textbezodsazen"/>
        <w:spacing w:after="0"/>
      </w:pPr>
    </w:p>
    <w:tbl>
      <w:tblPr>
        <w:tblStyle w:val="Mkatabulky"/>
        <w:tblW w:w="8868" w:type="dxa"/>
        <w:tblLook w:val="04A0" w:firstRow="1" w:lastRow="0" w:firstColumn="1" w:lastColumn="0" w:noHBand="0" w:noVBand="1"/>
      </w:tblPr>
      <w:tblGrid>
        <w:gridCol w:w="3056"/>
        <w:gridCol w:w="5812"/>
      </w:tblGrid>
      <w:tr w:rsidR="00A94EC0" w:rsidRPr="00236FA6" w14:paraId="164E09FC"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7934E5"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69EF243C" w14:textId="77777777" w:rsidR="00A94EC0" w:rsidRPr="00236FA6" w:rsidRDefault="00A94EC0" w:rsidP="00AC570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Kateřina Zemanová</w:t>
            </w:r>
          </w:p>
        </w:tc>
      </w:tr>
      <w:tr w:rsidR="00A94EC0" w:rsidRPr="00F95FBD" w14:paraId="3A14FC37"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4AE1C982" w14:textId="77777777" w:rsidR="00A94EC0" w:rsidRPr="00F95FBD" w:rsidRDefault="00A94EC0" w:rsidP="00AC5702">
            <w:pPr>
              <w:pStyle w:val="Tabulka"/>
              <w:rPr>
                <w:sz w:val="18"/>
              </w:rPr>
            </w:pPr>
            <w:r w:rsidRPr="00F95FBD">
              <w:rPr>
                <w:sz w:val="18"/>
              </w:rPr>
              <w:t>Adresa</w:t>
            </w:r>
          </w:p>
        </w:tc>
        <w:tc>
          <w:tcPr>
            <w:tcW w:w="5812" w:type="dxa"/>
          </w:tcPr>
          <w:p w14:paraId="52FC6C92" w14:textId="77777777"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38DE0FE8"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94EC0" w:rsidRPr="00D37228" w14:paraId="665860A2"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521CA804" w14:textId="77777777" w:rsidR="00A94EC0" w:rsidRPr="00F95FBD" w:rsidRDefault="00A94EC0" w:rsidP="00AC5702">
            <w:pPr>
              <w:pStyle w:val="Tabulka"/>
              <w:rPr>
                <w:sz w:val="18"/>
              </w:rPr>
            </w:pPr>
            <w:r w:rsidRPr="00F95FBD">
              <w:rPr>
                <w:sz w:val="18"/>
              </w:rPr>
              <w:t>E-mail</w:t>
            </w:r>
          </w:p>
        </w:tc>
        <w:tc>
          <w:tcPr>
            <w:tcW w:w="5812" w:type="dxa"/>
          </w:tcPr>
          <w:p w14:paraId="306679B8" w14:textId="77777777" w:rsidR="00A94EC0" w:rsidRPr="00D37228"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A94EC0" w:rsidRPr="00E17401">
                <w:rPr>
                  <w:rStyle w:val="Hypertextovodkaz"/>
                  <w:noProof w:val="0"/>
                  <w:sz w:val="18"/>
                </w:rPr>
                <w:t>zemanovak@szdc.cz</w:t>
              </w:r>
            </w:hyperlink>
            <w:r w:rsidR="00A94EC0" w:rsidRPr="00E17401">
              <w:rPr>
                <w:sz w:val="18"/>
              </w:rPr>
              <w:t xml:space="preserve"> </w:t>
            </w:r>
          </w:p>
        </w:tc>
      </w:tr>
      <w:tr w:rsidR="00A94EC0" w:rsidRPr="00F95FBD" w14:paraId="6B48792D"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67800A0E"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360EA7CF" w14:textId="77777777" w:rsidR="00A94EC0" w:rsidRPr="00F95FBD" w:rsidRDefault="00A94EC0" w:rsidP="00AC5702">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972 422 263, 702 117 693</w:t>
            </w:r>
          </w:p>
        </w:tc>
      </w:tr>
    </w:tbl>
    <w:p w14:paraId="63453F66" w14:textId="77777777" w:rsidR="00A94EC0" w:rsidRDefault="00A94EC0" w:rsidP="00A94EC0">
      <w:pPr>
        <w:pStyle w:val="Textbezodsazen"/>
        <w:spacing w:after="0"/>
      </w:pPr>
    </w:p>
    <w:tbl>
      <w:tblPr>
        <w:tblStyle w:val="Mkatabulky"/>
        <w:tblW w:w="8868" w:type="dxa"/>
        <w:tblLook w:val="04A0" w:firstRow="1" w:lastRow="0" w:firstColumn="1" w:lastColumn="0" w:noHBand="0" w:noVBand="1"/>
      </w:tblPr>
      <w:tblGrid>
        <w:gridCol w:w="3056"/>
        <w:gridCol w:w="5812"/>
      </w:tblGrid>
      <w:tr w:rsidR="00A94EC0" w:rsidRPr="00D960A3" w14:paraId="331A9A98"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E200A"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374026BB" w14:textId="77777777" w:rsidR="00A94EC0" w:rsidRPr="00D960A3" w:rsidRDefault="00A94EC0" w:rsidP="00AC570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Marek Zlámal</w:t>
            </w:r>
          </w:p>
        </w:tc>
      </w:tr>
      <w:tr w:rsidR="00A94EC0" w:rsidRPr="00F95FBD" w14:paraId="1FEF78E3"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1EA977B6" w14:textId="77777777" w:rsidR="00A94EC0" w:rsidRPr="00F95FBD" w:rsidRDefault="00A94EC0" w:rsidP="00AC5702">
            <w:pPr>
              <w:pStyle w:val="Tabulka"/>
              <w:rPr>
                <w:sz w:val="18"/>
              </w:rPr>
            </w:pPr>
            <w:r w:rsidRPr="00F95FBD">
              <w:rPr>
                <w:sz w:val="18"/>
              </w:rPr>
              <w:t>Adresa</w:t>
            </w:r>
          </w:p>
        </w:tc>
        <w:tc>
          <w:tcPr>
            <w:tcW w:w="5812" w:type="dxa"/>
          </w:tcPr>
          <w:p w14:paraId="66624753" w14:textId="77777777"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63571C8F"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94EC0" w:rsidRPr="002F5E7E" w14:paraId="50139C55"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40FD5543" w14:textId="77777777" w:rsidR="00A94EC0" w:rsidRPr="00F95FBD" w:rsidRDefault="00A94EC0" w:rsidP="00AC5702">
            <w:pPr>
              <w:pStyle w:val="Tabulka"/>
              <w:rPr>
                <w:sz w:val="18"/>
              </w:rPr>
            </w:pPr>
            <w:r w:rsidRPr="00F95FBD">
              <w:rPr>
                <w:sz w:val="18"/>
              </w:rPr>
              <w:t>E-mail</w:t>
            </w:r>
          </w:p>
        </w:tc>
        <w:tc>
          <w:tcPr>
            <w:tcW w:w="5812" w:type="dxa"/>
          </w:tcPr>
          <w:p w14:paraId="51BCB90A" w14:textId="77777777" w:rsidR="00A94EC0" w:rsidRPr="002F5E7E"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A94EC0" w:rsidRPr="002F5E7E">
                <w:rPr>
                  <w:rStyle w:val="Hypertextovodkaz"/>
                  <w:noProof w:val="0"/>
                  <w:sz w:val="18"/>
                </w:rPr>
                <w:t>zlamal@szdc.cz</w:t>
              </w:r>
            </w:hyperlink>
            <w:r w:rsidR="00A94EC0" w:rsidRPr="002F5E7E">
              <w:rPr>
                <w:sz w:val="18"/>
              </w:rPr>
              <w:t xml:space="preserve"> </w:t>
            </w:r>
          </w:p>
        </w:tc>
      </w:tr>
      <w:tr w:rsidR="00A94EC0" w:rsidRPr="00F95FBD" w14:paraId="29BE817A"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1B6151B5"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7F8844A6"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972 424 696, 606 638 716</w:t>
            </w:r>
          </w:p>
        </w:tc>
      </w:tr>
    </w:tbl>
    <w:p w14:paraId="0C79F1D3" w14:textId="77777777" w:rsidR="00A94EC0" w:rsidRDefault="00A94EC0" w:rsidP="00A94EC0">
      <w:pPr>
        <w:pStyle w:val="Textbezodsazen"/>
        <w:spacing w:after="0"/>
      </w:pPr>
    </w:p>
    <w:p w14:paraId="3D3EF096" w14:textId="77777777" w:rsidR="00A94EC0" w:rsidRPr="00F95FBD" w:rsidRDefault="00A94EC0" w:rsidP="00A94E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94EC0" w:rsidRPr="00F95FBD" w14:paraId="1B615E7E"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A08887"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53A27B4F" w14:textId="77777777" w:rsidR="00A94EC0" w:rsidRPr="00F95FBD" w:rsidRDefault="00A94EC0" w:rsidP="00AC570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Václav Špinka</w:t>
            </w:r>
          </w:p>
        </w:tc>
      </w:tr>
      <w:tr w:rsidR="00A94EC0" w:rsidRPr="00F95FBD" w14:paraId="71B818B2"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0172C49F" w14:textId="77777777" w:rsidR="00A94EC0" w:rsidRPr="00F95FBD" w:rsidRDefault="00A94EC0" w:rsidP="00AC5702">
            <w:pPr>
              <w:pStyle w:val="Tabulka"/>
              <w:rPr>
                <w:sz w:val="18"/>
              </w:rPr>
            </w:pPr>
            <w:r w:rsidRPr="00F95FBD">
              <w:rPr>
                <w:sz w:val="18"/>
              </w:rPr>
              <w:t>Adresa</w:t>
            </w:r>
          </w:p>
        </w:tc>
        <w:tc>
          <w:tcPr>
            <w:tcW w:w="5812" w:type="dxa"/>
          </w:tcPr>
          <w:p w14:paraId="2AEDA7C2" w14:textId="77777777"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7A498674"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94EC0" w:rsidRPr="00F95FBD" w14:paraId="493BBAA2"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3E985355" w14:textId="77777777" w:rsidR="00A94EC0" w:rsidRPr="00F95FBD" w:rsidRDefault="00A94EC0" w:rsidP="00AC5702">
            <w:pPr>
              <w:pStyle w:val="Tabulka"/>
              <w:rPr>
                <w:sz w:val="18"/>
              </w:rPr>
            </w:pPr>
            <w:r w:rsidRPr="00F95FBD">
              <w:rPr>
                <w:sz w:val="18"/>
              </w:rPr>
              <w:t>E-mail</w:t>
            </w:r>
          </w:p>
        </w:tc>
        <w:tc>
          <w:tcPr>
            <w:tcW w:w="5812" w:type="dxa"/>
          </w:tcPr>
          <w:p w14:paraId="74C1C8A8" w14:textId="77777777" w:rsidR="00A94EC0" w:rsidRPr="0007402B"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A94EC0" w:rsidRPr="00D729D4">
                <w:rPr>
                  <w:rStyle w:val="Hypertextovodkaz"/>
                  <w:noProof w:val="0"/>
                  <w:sz w:val="18"/>
                </w:rPr>
                <w:t>spinka@szdc.cz</w:t>
              </w:r>
            </w:hyperlink>
            <w:r w:rsidR="00A94EC0" w:rsidRPr="00D729D4">
              <w:rPr>
                <w:sz w:val="18"/>
              </w:rPr>
              <w:t xml:space="preserve"> </w:t>
            </w:r>
          </w:p>
        </w:tc>
      </w:tr>
      <w:tr w:rsidR="00A94EC0" w:rsidRPr="00F95FBD" w14:paraId="00900DCB"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1373BE62"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5A5B6DCC"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972 424 253, 724 803 965</w:t>
            </w:r>
          </w:p>
        </w:tc>
      </w:tr>
    </w:tbl>
    <w:p w14:paraId="15BAA0DE" w14:textId="77777777" w:rsidR="00DB519A" w:rsidRDefault="00DB519A" w:rsidP="00A94EC0">
      <w:pPr>
        <w:pStyle w:val="Textbezodsazen"/>
        <w:spacing w:after="0"/>
        <w:rPr>
          <w:b/>
        </w:rPr>
      </w:pPr>
    </w:p>
    <w:p w14:paraId="01CDF026" w14:textId="77777777" w:rsidR="00A94EC0" w:rsidRPr="00F95FBD" w:rsidRDefault="00A94EC0" w:rsidP="00A94EC0">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A94EC0" w:rsidRPr="00F95FBD" w14:paraId="78D760D0" w14:textId="77777777" w:rsidTr="00AC5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2986D" w14:textId="77777777" w:rsidR="00A94EC0" w:rsidRPr="00F95FBD" w:rsidRDefault="00A94EC0" w:rsidP="00AC5702">
            <w:pPr>
              <w:pStyle w:val="Tabulka"/>
              <w:rPr>
                <w:rStyle w:val="Nadpisvtabulce"/>
                <w:b w:val="0"/>
              </w:rPr>
            </w:pPr>
            <w:r w:rsidRPr="00F95FBD">
              <w:rPr>
                <w:rStyle w:val="Nadpisvtabulce"/>
                <w:b w:val="0"/>
              </w:rPr>
              <w:t>Jméno a příjmení</w:t>
            </w:r>
          </w:p>
        </w:tc>
        <w:tc>
          <w:tcPr>
            <w:tcW w:w="5812" w:type="dxa"/>
          </w:tcPr>
          <w:p w14:paraId="311E7766" w14:textId="77777777" w:rsidR="00A94EC0" w:rsidRPr="00DB519A" w:rsidRDefault="00A94EC0" w:rsidP="00AC5702">
            <w:pPr>
              <w:pStyle w:val="Tabulka"/>
              <w:cnfStyle w:val="100000000000" w:firstRow="1" w:lastRow="0" w:firstColumn="0" w:lastColumn="0" w:oddVBand="0" w:evenVBand="0" w:oddHBand="0" w:evenHBand="0" w:firstRowFirstColumn="0" w:firstRowLastColumn="0" w:lastRowFirstColumn="0" w:lastRowLastColumn="0"/>
              <w:rPr>
                <w:b/>
                <w:sz w:val="18"/>
              </w:rPr>
            </w:pPr>
            <w:r w:rsidRPr="00DB519A">
              <w:rPr>
                <w:b/>
                <w:sz w:val="18"/>
              </w:rPr>
              <w:t>Ing. Jiří Balcárek</w:t>
            </w:r>
          </w:p>
        </w:tc>
      </w:tr>
      <w:tr w:rsidR="00A94EC0" w:rsidRPr="00F95FBD" w14:paraId="557EF974"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79AA06D1" w14:textId="77777777" w:rsidR="00A94EC0" w:rsidRPr="00F95FBD" w:rsidRDefault="00A94EC0" w:rsidP="00AC5702">
            <w:pPr>
              <w:pStyle w:val="Tabulka"/>
              <w:rPr>
                <w:sz w:val="18"/>
              </w:rPr>
            </w:pPr>
            <w:r w:rsidRPr="00F95FBD">
              <w:rPr>
                <w:sz w:val="18"/>
              </w:rPr>
              <w:t>Adresa</w:t>
            </w:r>
          </w:p>
        </w:tc>
        <w:tc>
          <w:tcPr>
            <w:tcW w:w="5812" w:type="dxa"/>
          </w:tcPr>
          <w:p w14:paraId="141F10EE" w14:textId="7A9350A5" w:rsidR="00A94EC0"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06D932D0"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A94EC0" w:rsidRPr="00F95FBD" w14:paraId="7DF50E9E"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0334B135" w14:textId="77777777" w:rsidR="00A94EC0" w:rsidRPr="00F95FBD" w:rsidRDefault="00A94EC0" w:rsidP="00AC5702">
            <w:pPr>
              <w:pStyle w:val="Tabulka"/>
              <w:rPr>
                <w:sz w:val="18"/>
              </w:rPr>
            </w:pPr>
            <w:r w:rsidRPr="00F95FBD">
              <w:rPr>
                <w:sz w:val="18"/>
              </w:rPr>
              <w:t>E-mail</w:t>
            </w:r>
          </w:p>
        </w:tc>
        <w:tc>
          <w:tcPr>
            <w:tcW w:w="5812" w:type="dxa"/>
          </w:tcPr>
          <w:p w14:paraId="177EFE78" w14:textId="77777777" w:rsidR="00A94EC0" w:rsidRPr="00DB519A" w:rsidRDefault="00E86445" w:rsidP="00AC5702">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A94EC0" w:rsidRPr="00DB519A">
                <w:rPr>
                  <w:rStyle w:val="Hypertextovodkaz"/>
                  <w:noProof w:val="0"/>
                  <w:sz w:val="18"/>
                </w:rPr>
                <w:t>balcarekj@szdc.cz</w:t>
              </w:r>
            </w:hyperlink>
            <w:r w:rsidR="00A94EC0" w:rsidRPr="00DB519A">
              <w:rPr>
                <w:sz w:val="18"/>
              </w:rPr>
              <w:t xml:space="preserve"> </w:t>
            </w:r>
          </w:p>
        </w:tc>
      </w:tr>
      <w:tr w:rsidR="00A94EC0" w:rsidRPr="00F95FBD" w14:paraId="245FA646" w14:textId="77777777" w:rsidTr="00AC5702">
        <w:tc>
          <w:tcPr>
            <w:cnfStyle w:val="001000000000" w:firstRow="0" w:lastRow="0" w:firstColumn="1" w:lastColumn="0" w:oddVBand="0" w:evenVBand="0" w:oddHBand="0" w:evenHBand="0" w:firstRowFirstColumn="0" w:firstRowLastColumn="0" w:lastRowFirstColumn="0" w:lastRowLastColumn="0"/>
            <w:tcW w:w="3056" w:type="dxa"/>
          </w:tcPr>
          <w:p w14:paraId="3D3ED01D" w14:textId="77777777" w:rsidR="00A94EC0" w:rsidRPr="00F95FBD" w:rsidRDefault="00A94EC0" w:rsidP="00AC5702">
            <w:pPr>
              <w:pStyle w:val="Tabulka"/>
              <w:rPr>
                <w:sz w:val="18"/>
              </w:rPr>
            </w:pPr>
            <w:r w:rsidRPr="00F95FBD">
              <w:rPr>
                <w:sz w:val="18"/>
              </w:rPr>
              <w:t>Telefon</w:t>
            </w:r>
            <w:r>
              <w:rPr>
                <w:sz w:val="18"/>
              </w:rPr>
              <w:t>, mobil</w:t>
            </w:r>
          </w:p>
        </w:tc>
        <w:tc>
          <w:tcPr>
            <w:tcW w:w="5812" w:type="dxa"/>
          </w:tcPr>
          <w:p w14:paraId="2DC2C72C" w14:textId="77777777" w:rsidR="00A94EC0" w:rsidRPr="00F95FBD" w:rsidRDefault="00A94EC0" w:rsidP="00AC5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972 422 163, 609 054 296</w:t>
            </w:r>
          </w:p>
        </w:tc>
      </w:tr>
    </w:tbl>
    <w:p w14:paraId="13CEEC4A" w14:textId="4362B602" w:rsidR="00A94EC0" w:rsidRDefault="00A94EC0" w:rsidP="00502690">
      <w:pPr>
        <w:pStyle w:val="Textbezodsazen"/>
        <w:rPr>
          <w:b/>
        </w:rPr>
      </w:pPr>
    </w:p>
    <w:p w14:paraId="189558CE" w14:textId="4BEB0FEE" w:rsidR="00ED29F1" w:rsidRDefault="00ED29F1" w:rsidP="00502690">
      <w:pPr>
        <w:pStyle w:val="Textbezodsazen"/>
        <w:rPr>
          <w:b/>
        </w:rPr>
      </w:pPr>
      <w:r>
        <w:rPr>
          <w:b/>
        </w:rPr>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53BE1B2C" w:rsidR="002038D5" w:rsidRDefault="002038D5" w:rsidP="00165977">
      <w:pPr>
        <w:pStyle w:val="Tabulka"/>
      </w:pPr>
    </w:p>
    <w:p w14:paraId="53429266" w14:textId="10114849" w:rsidR="00E86445" w:rsidRPr="00F95FBD" w:rsidRDefault="00E86445" w:rsidP="00E86445">
      <w:pPr>
        <w:pStyle w:val="Nadpistabulky"/>
        <w:rPr>
          <w:sz w:val="18"/>
          <w:szCs w:val="18"/>
        </w:rPr>
      </w:pPr>
      <w:r w:rsidRPr="00F95FBD">
        <w:rPr>
          <w:sz w:val="18"/>
          <w:szCs w:val="18"/>
        </w:rPr>
        <w:t>Specialista (vedoucí prac</w:t>
      </w:r>
      <w:r>
        <w:rPr>
          <w:sz w:val="18"/>
          <w:szCs w:val="18"/>
        </w:rPr>
        <w:t>í) na mosty a inženýrské konstrukce</w:t>
      </w:r>
    </w:p>
    <w:tbl>
      <w:tblPr>
        <w:tblStyle w:val="Mkatabulky"/>
        <w:tblW w:w="8868" w:type="dxa"/>
        <w:tblLook w:val="04A0" w:firstRow="1" w:lastRow="0" w:firstColumn="1" w:lastColumn="0" w:noHBand="0" w:noVBand="1"/>
      </w:tblPr>
      <w:tblGrid>
        <w:gridCol w:w="3056"/>
        <w:gridCol w:w="5812"/>
      </w:tblGrid>
      <w:tr w:rsidR="00E86445" w:rsidRPr="00F95FBD" w14:paraId="1D961453" w14:textId="77777777" w:rsidTr="001B6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73A28" w14:textId="77777777" w:rsidR="00E86445" w:rsidRPr="00F95FBD" w:rsidRDefault="00E86445" w:rsidP="001B6547">
            <w:pPr>
              <w:pStyle w:val="Tabulka"/>
              <w:keepNext/>
              <w:rPr>
                <w:rStyle w:val="Nadpisvtabulce"/>
              </w:rPr>
            </w:pPr>
            <w:r w:rsidRPr="00F95FBD">
              <w:rPr>
                <w:rStyle w:val="Nadpisvtabulce"/>
              </w:rPr>
              <w:t>Jméno a příjmení</w:t>
            </w:r>
          </w:p>
        </w:tc>
        <w:tc>
          <w:tcPr>
            <w:tcW w:w="5812" w:type="dxa"/>
          </w:tcPr>
          <w:p w14:paraId="167EE7FA" w14:textId="77777777" w:rsidR="00E86445" w:rsidRPr="002C7A28" w:rsidRDefault="00E86445" w:rsidP="001B654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86445" w:rsidRPr="00F95FBD" w14:paraId="1D82F373"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219677F7" w14:textId="77777777" w:rsidR="00E86445" w:rsidRPr="00F95FBD" w:rsidRDefault="00E86445" w:rsidP="001B6547">
            <w:pPr>
              <w:pStyle w:val="Tabulka"/>
              <w:keepNext/>
              <w:rPr>
                <w:sz w:val="18"/>
              </w:rPr>
            </w:pPr>
            <w:r w:rsidRPr="00F95FBD">
              <w:rPr>
                <w:sz w:val="18"/>
              </w:rPr>
              <w:t>Adresa</w:t>
            </w:r>
          </w:p>
        </w:tc>
        <w:tc>
          <w:tcPr>
            <w:tcW w:w="5812" w:type="dxa"/>
          </w:tcPr>
          <w:p w14:paraId="248500F8" w14:textId="77777777" w:rsidR="00E86445" w:rsidRPr="00F95FBD" w:rsidRDefault="00E86445" w:rsidP="001B654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86445" w:rsidRPr="00F95FBD" w14:paraId="61371AA8"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43C255F3" w14:textId="77777777" w:rsidR="00E86445" w:rsidRPr="00F95FBD" w:rsidRDefault="00E86445" w:rsidP="001B6547">
            <w:pPr>
              <w:pStyle w:val="Tabulka"/>
              <w:keepNext/>
              <w:rPr>
                <w:sz w:val="18"/>
              </w:rPr>
            </w:pPr>
            <w:r w:rsidRPr="00F95FBD">
              <w:rPr>
                <w:sz w:val="18"/>
              </w:rPr>
              <w:t>E-mail</w:t>
            </w:r>
          </w:p>
        </w:tc>
        <w:tc>
          <w:tcPr>
            <w:tcW w:w="5812" w:type="dxa"/>
          </w:tcPr>
          <w:p w14:paraId="11681695" w14:textId="77777777" w:rsidR="00E86445" w:rsidRPr="00F95FBD" w:rsidRDefault="00E86445" w:rsidP="001B654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86445" w:rsidRPr="00F95FBD" w14:paraId="3A26789B"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1A0698A4" w14:textId="77777777" w:rsidR="00E86445" w:rsidRPr="00F95FBD" w:rsidRDefault="00E86445" w:rsidP="001B6547">
            <w:pPr>
              <w:pStyle w:val="Tabulka"/>
              <w:rPr>
                <w:sz w:val="18"/>
              </w:rPr>
            </w:pPr>
            <w:r w:rsidRPr="00F95FBD">
              <w:rPr>
                <w:sz w:val="18"/>
              </w:rPr>
              <w:t>Telefon</w:t>
            </w:r>
          </w:p>
        </w:tc>
        <w:tc>
          <w:tcPr>
            <w:tcW w:w="5812" w:type="dxa"/>
          </w:tcPr>
          <w:p w14:paraId="0A1A9DDA" w14:textId="77777777" w:rsidR="00E86445" w:rsidRPr="00F95FBD" w:rsidRDefault="00E86445" w:rsidP="001B654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2552E2" w14:textId="4EF70ED8" w:rsidR="00DB519A" w:rsidRDefault="00DB519A" w:rsidP="00165977">
      <w:pPr>
        <w:pStyle w:val="Tabulka"/>
      </w:pPr>
    </w:p>
    <w:p w14:paraId="7AD25B3A" w14:textId="77777777" w:rsidR="00165977" w:rsidRPr="00F95FBD" w:rsidRDefault="00165977" w:rsidP="00165977">
      <w:pPr>
        <w:pStyle w:val="Nadpistabulky"/>
        <w:rPr>
          <w:sz w:val="18"/>
          <w:szCs w:val="18"/>
        </w:rPr>
      </w:pPr>
      <w:bookmarkStart w:id="9" w:name="_GoBack"/>
      <w:bookmarkEnd w:id="9"/>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7B4CC004" w14:textId="77777777" w:rsidR="00D819B4" w:rsidRDefault="00D819B4"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D819B4" w:rsidRDefault="00D819B4" w:rsidP="00962258">
      <w:pPr>
        <w:spacing w:after="0" w:line="240" w:lineRule="auto"/>
      </w:pPr>
      <w:r>
        <w:separator/>
      </w:r>
    </w:p>
  </w:endnote>
  <w:endnote w:type="continuationSeparator" w:id="0">
    <w:p w14:paraId="0D8E3B6C" w14:textId="77777777" w:rsidR="00D819B4" w:rsidRDefault="00D819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9F043B6" w14:textId="77777777" w:rsidTr="00EB46E5">
      <w:tc>
        <w:tcPr>
          <w:tcW w:w="1361" w:type="dxa"/>
          <w:tcMar>
            <w:left w:w="0" w:type="dxa"/>
            <w:right w:w="0" w:type="dxa"/>
          </w:tcMar>
          <w:vAlign w:val="bottom"/>
        </w:tcPr>
        <w:p w14:paraId="1DFDA543" w14:textId="7262475A" w:rsidR="00D819B4" w:rsidRPr="00B8518B" w:rsidRDefault="00D819B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D819B4" w:rsidRDefault="00D819B4" w:rsidP="00B8518B">
          <w:pPr>
            <w:pStyle w:val="Zpat"/>
          </w:pPr>
        </w:p>
      </w:tc>
      <w:tc>
        <w:tcPr>
          <w:tcW w:w="425" w:type="dxa"/>
          <w:shd w:val="clear" w:color="auto" w:fill="auto"/>
          <w:tcMar>
            <w:left w:w="0" w:type="dxa"/>
            <w:right w:w="0" w:type="dxa"/>
          </w:tcMar>
        </w:tcPr>
        <w:p w14:paraId="3EC75ED4" w14:textId="77777777" w:rsidR="00D819B4" w:rsidRDefault="00D819B4" w:rsidP="00B8518B">
          <w:pPr>
            <w:pStyle w:val="Zpat"/>
          </w:pPr>
        </w:p>
      </w:tc>
      <w:tc>
        <w:tcPr>
          <w:tcW w:w="8505" w:type="dxa"/>
        </w:tcPr>
        <w:p w14:paraId="018DBB58" w14:textId="77777777" w:rsidR="00D819B4" w:rsidRPr="00E7415D" w:rsidRDefault="00D819B4" w:rsidP="00F422D3">
          <w:pPr>
            <w:pStyle w:val="Zpat0"/>
            <w:rPr>
              <w:b/>
            </w:rPr>
          </w:pPr>
          <w:r w:rsidRPr="00E7415D">
            <w:rPr>
              <w:b/>
            </w:rPr>
            <w:t>SMLOUVA O DÍLO</w:t>
          </w:r>
        </w:p>
        <w:p w14:paraId="3558C7A8" w14:textId="77777777" w:rsidR="00D819B4" w:rsidRDefault="00D819B4" w:rsidP="00F422D3">
          <w:pPr>
            <w:pStyle w:val="Zpat0"/>
          </w:pPr>
          <w:r>
            <w:t>Zhotovení stavby</w:t>
          </w:r>
        </w:p>
      </w:tc>
    </w:tr>
  </w:tbl>
  <w:p w14:paraId="01626DA2" w14:textId="77777777" w:rsidR="00D819B4" w:rsidRPr="00B8518B" w:rsidRDefault="00D819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70BDE56C" w14:textId="77777777" w:rsidTr="00EB46E5">
      <w:tc>
        <w:tcPr>
          <w:tcW w:w="1361" w:type="dxa"/>
          <w:tcMar>
            <w:left w:w="0" w:type="dxa"/>
            <w:right w:w="0" w:type="dxa"/>
          </w:tcMar>
          <w:vAlign w:val="bottom"/>
        </w:tcPr>
        <w:p w14:paraId="409DF8F5" w14:textId="060C8AF8"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D819B4" w:rsidRDefault="00D819B4" w:rsidP="00B8518B">
          <w:pPr>
            <w:pStyle w:val="Zpat"/>
          </w:pPr>
        </w:p>
      </w:tc>
      <w:tc>
        <w:tcPr>
          <w:tcW w:w="425" w:type="dxa"/>
          <w:shd w:val="clear" w:color="auto" w:fill="auto"/>
          <w:tcMar>
            <w:left w:w="0" w:type="dxa"/>
            <w:right w:w="0" w:type="dxa"/>
          </w:tcMar>
        </w:tcPr>
        <w:p w14:paraId="38DCB89A" w14:textId="77777777" w:rsidR="00D819B4" w:rsidRDefault="00D819B4" w:rsidP="00B8518B">
          <w:pPr>
            <w:pStyle w:val="Zpat"/>
          </w:pPr>
        </w:p>
      </w:tc>
      <w:tc>
        <w:tcPr>
          <w:tcW w:w="8505" w:type="dxa"/>
        </w:tcPr>
        <w:p w14:paraId="06A2C3EA" w14:textId="77777777" w:rsidR="00D819B4" w:rsidRPr="00143EC0" w:rsidRDefault="00D819B4" w:rsidP="00F422D3">
          <w:pPr>
            <w:pStyle w:val="Zpat0"/>
            <w:rPr>
              <w:b/>
            </w:rPr>
          </w:pPr>
          <w:r>
            <w:rPr>
              <w:b/>
            </w:rPr>
            <w:t>PŘÍLOHA č. 8</w:t>
          </w:r>
        </w:p>
        <w:p w14:paraId="2D42A4ED" w14:textId="77777777" w:rsidR="00D819B4" w:rsidRDefault="00D819B4" w:rsidP="00F95FBD">
          <w:pPr>
            <w:pStyle w:val="Zpat0"/>
          </w:pPr>
          <w:r>
            <w:t>SMLOUVA O DÍLO - Zhotovení stavby</w:t>
          </w:r>
        </w:p>
      </w:tc>
    </w:tr>
  </w:tbl>
  <w:p w14:paraId="40174B75" w14:textId="77777777" w:rsidR="00D819B4" w:rsidRPr="00B8518B" w:rsidRDefault="00D819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265992EB" w14:textId="77777777" w:rsidTr="00EB46E5">
      <w:tc>
        <w:tcPr>
          <w:tcW w:w="1361" w:type="dxa"/>
          <w:tcMar>
            <w:left w:w="0" w:type="dxa"/>
            <w:right w:w="0" w:type="dxa"/>
          </w:tcMar>
          <w:vAlign w:val="bottom"/>
        </w:tcPr>
        <w:p w14:paraId="392217C3" w14:textId="455608E9"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D819B4" w:rsidRDefault="00D819B4" w:rsidP="00B8518B">
          <w:pPr>
            <w:pStyle w:val="Zpat"/>
          </w:pPr>
        </w:p>
      </w:tc>
      <w:tc>
        <w:tcPr>
          <w:tcW w:w="425" w:type="dxa"/>
          <w:shd w:val="clear" w:color="auto" w:fill="auto"/>
          <w:tcMar>
            <w:left w:w="0" w:type="dxa"/>
            <w:right w:w="0" w:type="dxa"/>
          </w:tcMar>
        </w:tcPr>
        <w:p w14:paraId="680B5BAF" w14:textId="77777777" w:rsidR="00D819B4" w:rsidRDefault="00D819B4" w:rsidP="00B8518B">
          <w:pPr>
            <w:pStyle w:val="Zpat"/>
          </w:pPr>
        </w:p>
      </w:tc>
      <w:tc>
        <w:tcPr>
          <w:tcW w:w="8505" w:type="dxa"/>
        </w:tcPr>
        <w:p w14:paraId="16C928B6" w14:textId="77777777" w:rsidR="00D819B4" w:rsidRPr="00143EC0" w:rsidRDefault="00D819B4" w:rsidP="00F422D3">
          <w:pPr>
            <w:pStyle w:val="Zpat0"/>
            <w:rPr>
              <w:b/>
            </w:rPr>
          </w:pPr>
          <w:r>
            <w:rPr>
              <w:b/>
            </w:rPr>
            <w:t>PŘÍLOHA č. 9</w:t>
          </w:r>
        </w:p>
        <w:p w14:paraId="3E2B8351" w14:textId="77777777" w:rsidR="00D819B4" w:rsidRDefault="00D819B4" w:rsidP="00F95FBD">
          <w:pPr>
            <w:pStyle w:val="Zpat0"/>
          </w:pPr>
          <w:r>
            <w:t>SMLOUVA O DÍLO - Zhotovení stavby</w:t>
          </w:r>
        </w:p>
      </w:tc>
    </w:tr>
  </w:tbl>
  <w:p w14:paraId="556608B4" w14:textId="77777777" w:rsidR="00D819B4" w:rsidRPr="00B8518B" w:rsidRDefault="00D819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D819B4" w:rsidRPr="00B8518B" w:rsidRDefault="00D819B4" w:rsidP="00460660">
    <w:pPr>
      <w:pStyle w:val="Zpat"/>
      <w:rPr>
        <w:sz w:val="2"/>
        <w:szCs w:val="2"/>
      </w:rPr>
    </w:pPr>
  </w:p>
  <w:p w14:paraId="3FD5AC29" w14:textId="77777777" w:rsidR="00D819B4" w:rsidRPr="00460660" w:rsidRDefault="00D819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0762BC9" w14:textId="77777777" w:rsidTr="00EB46E5">
      <w:tc>
        <w:tcPr>
          <w:tcW w:w="1361" w:type="dxa"/>
          <w:tcMar>
            <w:left w:w="0" w:type="dxa"/>
            <w:right w:w="0" w:type="dxa"/>
          </w:tcMar>
          <w:vAlign w:val="bottom"/>
        </w:tcPr>
        <w:p w14:paraId="035109E9" w14:textId="0007C149" w:rsidR="00D819B4" w:rsidRPr="00B8518B" w:rsidRDefault="00D819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D819B4" w:rsidRDefault="00D819B4" w:rsidP="00B8518B">
          <w:pPr>
            <w:pStyle w:val="Zpat"/>
          </w:pPr>
        </w:p>
      </w:tc>
      <w:tc>
        <w:tcPr>
          <w:tcW w:w="425" w:type="dxa"/>
          <w:shd w:val="clear" w:color="auto" w:fill="auto"/>
          <w:tcMar>
            <w:left w:w="0" w:type="dxa"/>
            <w:right w:w="0" w:type="dxa"/>
          </w:tcMar>
        </w:tcPr>
        <w:p w14:paraId="302E43EC" w14:textId="77777777" w:rsidR="00D819B4" w:rsidRDefault="00D819B4" w:rsidP="00B8518B">
          <w:pPr>
            <w:pStyle w:val="Zpat"/>
          </w:pPr>
        </w:p>
      </w:tc>
      <w:tc>
        <w:tcPr>
          <w:tcW w:w="8505" w:type="dxa"/>
        </w:tcPr>
        <w:p w14:paraId="79F088CD" w14:textId="77777777" w:rsidR="00D819B4" w:rsidRPr="00143EC0" w:rsidRDefault="00D819B4" w:rsidP="00F422D3">
          <w:pPr>
            <w:pStyle w:val="Zpat0"/>
            <w:rPr>
              <w:b/>
            </w:rPr>
          </w:pPr>
          <w:r w:rsidRPr="00143EC0">
            <w:rPr>
              <w:b/>
            </w:rPr>
            <w:t>PŘÍLOHA č. 1</w:t>
          </w:r>
        </w:p>
        <w:p w14:paraId="1BBD1909" w14:textId="77777777" w:rsidR="00D819B4" w:rsidRDefault="00D819B4" w:rsidP="00F95FBD">
          <w:pPr>
            <w:pStyle w:val="Zpat0"/>
          </w:pPr>
          <w:r>
            <w:t>SMLOUVA O DÍLO - Zhotovení stavby</w:t>
          </w:r>
        </w:p>
      </w:tc>
    </w:tr>
  </w:tbl>
  <w:p w14:paraId="107A9CBB" w14:textId="77777777" w:rsidR="00D819B4" w:rsidRPr="00B8518B" w:rsidRDefault="00D819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4D2B990" w14:textId="77777777" w:rsidTr="00EB46E5">
      <w:tc>
        <w:tcPr>
          <w:tcW w:w="1361" w:type="dxa"/>
          <w:tcMar>
            <w:left w:w="0" w:type="dxa"/>
            <w:right w:w="0" w:type="dxa"/>
          </w:tcMar>
          <w:vAlign w:val="bottom"/>
        </w:tcPr>
        <w:p w14:paraId="5A583EA4" w14:textId="696EBB7A"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D819B4" w:rsidRDefault="00D819B4" w:rsidP="005A7872">
          <w:pPr>
            <w:pStyle w:val="Zpat"/>
          </w:pPr>
        </w:p>
      </w:tc>
      <w:tc>
        <w:tcPr>
          <w:tcW w:w="425" w:type="dxa"/>
          <w:shd w:val="clear" w:color="auto" w:fill="auto"/>
          <w:tcMar>
            <w:left w:w="0" w:type="dxa"/>
            <w:right w:w="0" w:type="dxa"/>
          </w:tcMar>
        </w:tcPr>
        <w:p w14:paraId="5FBB0178" w14:textId="77777777" w:rsidR="00D819B4" w:rsidRDefault="00D819B4" w:rsidP="00B8518B">
          <w:pPr>
            <w:pStyle w:val="Zpat"/>
          </w:pPr>
        </w:p>
      </w:tc>
      <w:tc>
        <w:tcPr>
          <w:tcW w:w="8505" w:type="dxa"/>
        </w:tcPr>
        <w:p w14:paraId="24343FC6" w14:textId="77777777" w:rsidR="00D819B4" w:rsidRPr="00143EC0" w:rsidRDefault="00D819B4" w:rsidP="00F422D3">
          <w:pPr>
            <w:pStyle w:val="Zpat0"/>
            <w:rPr>
              <w:b/>
            </w:rPr>
          </w:pPr>
          <w:r>
            <w:rPr>
              <w:b/>
            </w:rPr>
            <w:t>PŘÍLOHA č. 2</w:t>
          </w:r>
        </w:p>
        <w:p w14:paraId="037F46FB" w14:textId="77777777" w:rsidR="00D819B4" w:rsidRDefault="00D819B4" w:rsidP="00F95FBD">
          <w:pPr>
            <w:pStyle w:val="Zpat0"/>
          </w:pPr>
          <w:r>
            <w:t>SMLOUVA O DÍLO - Zhotovení stavby</w:t>
          </w:r>
        </w:p>
      </w:tc>
    </w:tr>
  </w:tbl>
  <w:p w14:paraId="6325B3DC" w14:textId="77777777" w:rsidR="00D819B4" w:rsidRPr="00B8518B" w:rsidRDefault="00D819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4E873A75" w14:textId="77777777" w:rsidTr="00EB46E5">
      <w:tc>
        <w:tcPr>
          <w:tcW w:w="1361" w:type="dxa"/>
          <w:tcMar>
            <w:left w:w="0" w:type="dxa"/>
            <w:right w:w="0" w:type="dxa"/>
          </w:tcMar>
          <w:vAlign w:val="bottom"/>
        </w:tcPr>
        <w:p w14:paraId="0444AF1E" w14:textId="1017FEA8"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D819B4" w:rsidRDefault="00D819B4" w:rsidP="005A7872">
          <w:pPr>
            <w:pStyle w:val="Zpat"/>
          </w:pPr>
        </w:p>
      </w:tc>
      <w:tc>
        <w:tcPr>
          <w:tcW w:w="425" w:type="dxa"/>
          <w:shd w:val="clear" w:color="auto" w:fill="auto"/>
          <w:tcMar>
            <w:left w:w="0" w:type="dxa"/>
            <w:right w:w="0" w:type="dxa"/>
          </w:tcMar>
        </w:tcPr>
        <w:p w14:paraId="1D2ECDD3" w14:textId="77777777" w:rsidR="00D819B4" w:rsidRDefault="00D819B4" w:rsidP="00B8518B">
          <w:pPr>
            <w:pStyle w:val="Zpat"/>
          </w:pPr>
        </w:p>
      </w:tc>
      <w:tc>
        <w:tcPr>
          <w:tcW w:w="8505" w:type="dxa"/>
        </w:tcPr>
        <w:p w14:paraId="279AEC40" w14:textId="77777777" w:rsidR="00D819B4" w:rsidRPr="00143EC0" w:rsidRDefault="00D819B4" w:rsidP="00F422D3">
          <w:pPr>
            <w:pStyle w:val="Zpat0"/>
            <w:rPr>
              <w:b/>
            </w:rPr>
          </w:pPr>
          <w:r>
            <w:rPr>
              <w:b/>
            </w:rPr>
            <w:t>PŘÍLOHA č. 3</w:t>
          </w:r>
        </w:p>
        <w:p w14:paraId="7D66097F" w14:textId="77777777" w:rsidR="00D819B4" w:rsidRDefault="00D819B4" w:rsidP="00F95FBD">
          <w:pPr>
            <w:pStyle w:val="Zpat0"/>
          </w:pPr>
          <w:r>
            <w:t>SMLOUVA O DÍLO - Zhotovení stavby</w:t>
          </w:r>
        </w:p>
      </w:tc>
    </w:tr>
  </w:tbl>
  <w:p w14:paraId="34DA74F2" w14:textId="77777777" w:rsidR="00D819B4" w:rsidRPr="00B8518B" w:rsidRDefault="00D819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36404803" w14:textId="77777777" w:rsidTr="00EB46E5">
      <w:tc>
        <w:tcPr>
          <w:tcW w:w="1361" w:type="dxa"/>
          <w:tcMar>
            <w:left w:w="0" w:type="dxa"/>
            <w:right w:w="0" w:type="dxa"/>
          </w:tcMar>
          <w:vAlign w:val="bottom"/>
        </w:tcPr>
        <w:p w14:paraId="151A2D19" w14:textId="638127FC"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D819B4" w:rsidRDefault="00D819B4" w:rsidP="005A7872">
          <w:pPr>
            <w:pStyle w:val="Zpat"/>
          </w:pPr>
        </w:p>
      </w:tc>
      <w:tc>
        <w:tcPr>
          <w:tcW w:w="425" w:type="dxa"/>
          <w:shd w:val="clear" w:color="auto" w:fill="auto"/>
          <w:tcMar>
            <w:left w:w="0" w:type="dxa"/>
            <w:right w:w="0" w:type="dxa"/>
          </w:tcMar>
        </w:tcPr>
        <w:p w14:paraId="57836D7E" w14:textId="77777777" w:rsidR="00D819B4" w:rsidRDefault="00D819B4" w:rsidP="00B8518B">
          <w:pPr>
            <w:pStyle w:val="Zpat"/>
          </w:pPr>
        </w:p>
      </w:tc>
      <w:tc>
        <w:tcPr>
          <w:tcW w:w="8505" w:type="dxa"/>
        </w:tcPr>
        <w:p w14:paraId="680C61B9" w14:textId="77777777" w:rsidR="00D819B4" w:rsidRPr="00143EC0" w:rsidRDefault="00D819B4" w:rsidP="00F422D3">
          <w:pPr>
            <w:pStyle w:val="Zpat0"/>
            <w:rPr>
              <w:b/>
            </w:rPr>
          </w:pPr>
          <w:r>
            <w:rPr>
              <w:b/>
            </w:rPr>
            <w:t>PŘÍLOHA č. 4</w:t>
          </w:r>
        </w:p>
        <w:p w14:paraId="3E0DE613" w14:textId="77777777" w:rsidR="00D819B4" w:rsidRDefault="00D819B4" w:rsidP="00F95FBD">
          <w:pPr>
            <w:pStyle w:val="Zpat0"/>
          </w:pPr>
          <w:r>
            <w:t>SMLOUVA O DÍLO - Zhotovení stavby</w:t>
          </w:r>
        </w:p>
      </w:tc>
    </w:tr>
  </w:tbl>
  <w:p w14:paraId="5B175E26" w14:textId="77777777" w:rsidR="00D819B4" w:rsidRPr="00B8518B" w:rsidRDefault="00D819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25A9E0D" w14:textId="77777777" w:rsidTr="00EB46E5">
      <w:tc>
        <w:tcPr>
          <w:tcW w:w="1361" w:type="dxa"/>
          <w:tcMar>
            <w:left w:w="0" w:type="dxa"/>
            <w:right w:w="0" w:type="dxa"/>
          </w:tcMar>
          <w:vAlign w:val="bottom"/>
        </w:tcPr>
        <w:p w14:paraId="1C8752FB" w14:textId="5FB81AF1"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D819B4" w:rsidRDefault="00D819B4" w:rsidP="005A7872">
          <w:pPr>
            <w:pStyle w:val="Zpat"/>
          </w:pPr>
        </w:p>
      </w:tc>
      <w:tc>
        <w:tcPr>
          <w:tcW w:w="425" w:type="dxa"/>
          <w:shd w:val="clear" w:color="auto" w:fill="auto"/>
          <w:tcMar>
            <w:left w:w="0" w:type="dxa"/>
            <w:right w:w="0" w:type="dxa"/>
          </w:tcMar>
        </w:tcPr>
        <w:p w14:paraId="7446C6D3" w14:textId="77777777" w:rsidR="00D819B4" w:rsidRDefault="00D819B4" w:rsidP="00B8518B">
          <w:pPr>
            <w:pStyle w:val="Zpat"/>
          </w:pPr>
        </w:p>
      </w:tc>
      <w:tc>
        <w:tcPr>
          <w:tcW w:w="8505" w:type="dxa"/>
        </w:tcPr>
        <w:p w14:paraId="5A4689C8" w14:textId="77777777" w:rsidR="00D819B4" w:rsidRPr="00143EC0" w:rsidRDefault="00D819B4" w:rsidP="00F422D3">
          <w:pPr>
            <w:pStyle w:val="Zpat0"/>
            <w:rPr>
              <w:b/>
            </w:rPr>
          </w:pPr>
          <w:r>
            <w:rPr>
              <w:b/>
            </w:rPr>
            <w:t>PŘÍLOHA č. 5</w:t>
          </w:r>
        </w:p>
        <w:p w14:paraId="5F20A4AE" w14:textId="77777777" w:rsidR="00D819B4" w:rsidRDefault="00D819B4" w:rsidP="00F95FBD">
          <w:pPr>
            <w:pStyle w:val="Zpat0"/>
          </w:pPr>
          <w:r>
            <w:t>SMLOUVA O DÍLO - Zhotovení stavby</w:t>
          </w:r>
        </w:p>
      </w:tc>
    </w:tr>
  </w:tbl>
  <w:p w14:paraId="696E0F58" w14:textId="77777777" w:rsidR="00D819B4" w:rsidRPr="00B8518B" w:rsidRDefault="00D819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5D6F85A3" w14:textId="77777777" w:rsidTr="00EB46E5">
      <w:tc>
        <w:tcPr>
          <w:tcW w:w="1361" w:type="dxa"/>
          <w:tcMar>
            <w:left w:w="0" w:type="dxa"/>
            <w:right w:w="0" w:type="dxa"/>
          </w:tcMar>
          <w:vAlign w:val="bottom"/>
        </w:tcPr>
        <w:p w14:paraId="0CD83E55" w14:textId="7B3CE80E"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D819B4" w:rsidRDefault="00D819B4" w:rsidP="005A7872">
          <w:pPr>
            <w:pStyle w:val="Zpat"/>
          </w:pPr>
        </w:p>
      </w:tc>
      <w:tc>
        <w:tcPr>
          <w:tcW w:w="425" w:type="dxa"/>
          <w:shd w:val="clear" w:color="auto" w:fill="auto"/>
          <w:tcMar>
            <w:left w:w="0" w:type="dxa"/>
            <w:right w:w="0" w:type="dxa"/>
          </w:tcMar>
        </w:tcPr>
        <w:p w14:paraId="36C91B44" w14:textId="77777777" w:rsidR="00D819B4" w:rsidRDefault="00D819B4" w:rsidP="00B8518B">
          <w:pPr>
            <w:pStyle w:val="Zpat"/>
          </w:pPr>
        </w:p>
      </w:tc>
      <w:tc>
        <w:tcPr>
          <w:tcW w:w="8505" w:type="dxa"/>
        </w:tcPr>
        <w:p w14:paraId="5C27DC8A" w14:textId="77777777" w:rsidR="00D819B4" w:rsidRPr="00143EC0" w:rsidRDefault="00D819B4" w:rsidP="00F422D3">
          <w:pPr>
            <w:pStyle w:val="Zpat0"/>
            <w:rPr>
              <w:b/>
            </w:rPr>
          </w:pPr>
          <w:r>
            <w:rPr>
              <w:b/>
            </w:rPr>
            <w:t>PŘÍLOHA č. 6</w:t>
          </w:r>
        </w:p>
        <w:p w14:paraId="00447600" w14:textId="77777777" w:rsidR="00D819B4" w:rsidRDefault="00D819B4" w:rsidP="00F95FBD">
          <w:pPr>
            <w:pStyle w:val="Zpat0"/>
          </w:pPr>
          <w:r>
            <w:t>SMLOUVA O DÍLO - Zhotovení stavby</w:t>
          </w:r>
        </w:p>
      </w:tc>
    </w:tr>
  </w:tbl>
  <w:p w14:paraId="1A669B6E" w14:textId="77777777" w:rsidR="00D819B4" w:rsidRPr="00B8518B" w:rsidRDefault="00D819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19B4" w14:paraId="042C3A70" w14:textId="77777777" w:rsidTr="00EB46E5">
      <w:tc>
        <w:tcPr>
          <w:tcW w:w="1361" w:type="dxa"/>
          <w:tcMar>
            <w:left w:w="0" w:type="dxa"/>
            <w:right w:w="0" w:type="dxa"/>
          </w:tcMar>
          <w:vAlign w:val="bottom"/>
        </w:tcPr>
        <w:p w14:paraId="6B9ECA1D" w14:textId="33FAA61B" w:rsidR="00D819B4" w:rsidRPr="00B8518B" w:rsidRDefault="00D819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4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4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D819B4" w:rsidRDefault="00D819B4" w:rsidP="005A7872">
          <w:pPr>
            <w:pStyle w:val="Zpat"/>
          </w:pPr>
        </w:p>
      </w:tc>
      <w:tc>
        <w:tcPr>
          <w:tcW w:w="425" w:type="dxa"/>
          <w:shd w:val="clear" w:color="auto" w:fill="auto"/>
          <w:tcMar>
            <w:left w:w="0" w:type="dxa"/>
            <w:right w:w="0" w:type="dxa"/>
          </w:tcMar>
        </w:tcPr>
        <w:p w14:paraId="718BD67A" w14:textId="77777777" w:rsidR="00D819B4" w:rsidRDefault="00D819B4" w:rsidP="00B8518B">
          <w:pPr>
            <w:pStyle w:val="Zpat"/>
          </w:pPr>
        </w:p>
      </w:tc>
      <w:tc>
        <w:tcPr>
          <w:tcW w:w="8505" w:type="dxa"/>
        </w:tcPr>
        <w:p w14:paraId="1CAFFF42" w14:textId="77777777" w:rsidR="00D819B4" w:rsidRPr="00143EC0" w:rsidRDefault="00D819B4" w:rsidP="00F422D3">
          <w:pPr>
            <w:pStyle w:val="Zpat0"/>
            <w:rPr>
              <w:b/>
            </w:rPr>
          </w:pPr>
          <w:r>
            <w:rPr>
              <w:b/>
            </w:rPr>
            <w:t>PŘÍLOHA č. 7</w:t>
          </w:r>
        </w:p>
        <w:p w14:paraId="26E0410C" w14:textId="77777777" w:rsidR="00D819B4" w:rsidRDefault="00D819B4" w:rsidP="00F95FBD">
          <w:pPr>
            <w:pStyle w:val="Zpat0"/>
          </w:pPr>
          <w:r>
            <w:t>SMLOUVA O DÍLO - Zhotovení stavby</w:t>
          </w:r>
        </w:p>
      </w:tc>
    </w:tr>
  </w:tbl>
  <w:p w14:paraId="2FCA7C55" w14:textId="77777777" w:rsidR="00D819B4" w:rsidRPr="00B8518B" w:rsidRDefault="00D819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D819B4" w:rsidRDefault="00D819B4" w:rsidP="00962258">
      <w:pPr>
        <w:spacing w:after="0" w:line="240" w:lineRule="auto"/>
      </w:pPr>
      <w:r>
        <w:separator/>
      </w:r>
    </w:p>
  </w:footnote>
  <w:footnote w:type="continuationSeparator" w:id="0">
    <w:p w14:paraId="23B76835" w14:textId="77777777" w:rsidR="00D819B4" w:rsidRDefault="00D819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7C7A6B65" w14:textId="77777777" w:rsidTr="00C02D0A">
      <w:trPr>
        <w:trHeight w:hRule="exact" w:val="454"/>
      </w:trPr>
      <w:tc>
        <w:tcPr>
          <w:tcW w:w="1361" w:type="dxa"/>
          <w:tcMar>
            <w:top w:w="57" w:type="dxa"/>
            <w:left w:w="0" w:type="dxa"/>
            <w:right w:w="0" w:type="dxa"/>
          </w:tcMar>
        </w:tcPr>
        <w:p w14:paraId="6A9E3714"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52B3EB2F" w14:textId="77777777" w:rsidR="00D819B4" w:rsidRDefault="00D819B4" w:rsidP="00523EA7">
          <w:pPr>
            <w:pStyle w:val="Zpat"/>
          </w:pPr>
        </w:p>
      </w:tc>
      <w:tc>
        <w:tcPr>
          <w:tcW w:w="5698" w:type="dxa"/>
          <w:shd w:val="clear" w:color="auto" w:fill="auto"/>
          <w:tcMar>
            <w:top w:w="57" w:type="dxa"/>
            <w:left w:w="0" w:type="dxa"/>
            <w:right w:w="0" w:type="dxa"/>
          </w:tcMar>
        </w:tcPr>
        <w:p w14:paraId="5B5239A6" w14:textId="77777777" w:rsidR="00D819B4" w:rsidRPr="00D6163D" w:rsidRDefault="00D819B4" w:rsidP="00D6163D">
          <w:pPr>
            <w:pStyle w:val="Druhdokumentu"/>
          </w:pPr>
        </w:p>
      </w:tc>
    </w:tr>
  </w:tbl>
  <w:p w14:paraId="7F76F693" w14:textId="77777777" w:rsidR="00D819B4" w:rsidRPr="00D6163D" w:rsidRDefault="00D819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9B4" w14:paraId="6DE2F655" w14:textId="77777777" w:rsidTr="00B22106">
      <w:trPr>
        <w:trHeight w:hRule="exact" w:val="936"/>
      </w:trPr>
      <w:tc>
        <w:tcPr>
          <w:tcW w:w="1361" w:type="dxa"/>
          <w:tcMar>
            <w:left w:w="0" w:type="dxa"/>
            <w:right w:w="0" w:type="dxa"/>
          </w:tcMar>
        </w:tcPr>
        <w:p w14:paraId="068354DB"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775B00A4" w14:textId="77777777" w:rsidR="00D819B4" w:rsidRDefault="00D819B4" w:rsidP="00FC6389">
          <w:pPr>
            <w:pStyle w:val="Zpat"/>
          </w:pPr>
        </w:p>
      </w:tc>
      <w:tc>
        <w:tcPr>
          <w:tcW w:w="5756" w:type="dxa"/>
          <w:shd w:val="clear" w:color="auto" w:fill="auto"/>
          <w:tcMar>
            <w:left w:w="0" w:type="dxa"/>
            <w:right w:w="0" w:type="dxa"/>
          </w:tcMar>
        </w:tcPr>
        <w:p w14:paraId="79347E6C" w14:textId="77777777" w:rsidR="00D819B4" w:rsidRPr="00D6163D" w:rsidRDefault="00D819B4" w:rsidP="00FC6389">
          <w:pPr>
            <w:pStyle w:val="Druhdokumentu"/>
          </w:pPr>
        </w:p>
      </w:tc>
    </w:tr>
    <w:tr w:rsidR="00D819B4" w14:paraId="4E7B91A8" w14:textId="77777777" w:rsidTr="00B22106">
      <w:trPr>
        <w:trHeight w:hRule="exact" w:val="936"/>
      </w:trPr>
      <w:tc>
        <w:tcPr>
          <w:tcW w:w="1361" w:type="dxa"/>
          <w:tcMar>
            <w:left w:w="0" w:type="dxa"/>
            <w:right w:w="0" w:type="dxa"/>
          </w:tcMar>
        </w:tcPr>
        <w:p w14:paraId="371119E2" w14:textId="77777777" w:rsidR="00D819B4" w:rsidRPr="00B8518B" w:rsidRDefault="00D819B4" w:rsidP="00FC6389">
          <w:pPr>
            <w:pStyle w:val="Zpat"/>
            <w:rPr>
              <w:rStyle w:val="slostrnky"/>
            </w:rPr>
          </w:pPr>
        </w:p>
      </w:tc>
      <w:tc>
        <w:tcPr>
          <w:tcW w:w="3458" w:type="dxa"/>
          <w:shd w:val="clear" w:color="auto" w:fill="auto"/>
          <w:tcMar>
            <w:left w:w="0" w:type="dxa"/>
            <w:right w:w="0" w:type="dxa"/>
          </w:tcMar>
        </w:tcPr>
        <w:p w14:paraId="261AC872" w14:textId="77777777" w:rsidR="00D819B4" w:rsidRDefault="00D819B4" w:rsidP="00FC6389">
          <w:pPr>
            <w:pStyle w:val="Zpat"/>
          </w:pPr>
        </w:p>
      </w:tc>
      <w:tc>
        <w:tcPr>
          <w:tcW w:w="5756" w:type="dxa"/>
          <w:shd w:val="clear" w:color="auto" w:fill="auto"/>
          <w:tcMar>
            <w:left w:w="0" w:type="dxa"/>
            <w:right w:w="0" w:type="dxa"/>
          </w:tcMar>
        </w:tcPr>
        <w:p w14:paraId="6C8892FB" w14:textId="77777777" w:rsidR="00D819B4" w:rsidRPr="00D6163D" w:rsidRDefault="00D819B4" w:rsidP="00FC6389">
          <w:pPr>
            <w:pStyle w:val="Druhdokumentu"/>
          </w:pPr>
        </w:p>
      </w:tc>
    </w:tr>
  </w:tbl>
  <w:p w14:paraId="758FB837" w14:textId="77777777" w:rsidR="00D819B4" w:rsidRPr="00D6163D" w:rsidRDefault="00D819B4"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D819B4" w:rsidRPr="00460660" w:rsidRDefault="00D819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42C3C61" w14:textId="77777777" w:rsidTr="00C02D0A">
      <w:trPr>
        <w:trHeight w:hRule="exact" w:val="454"/>
      </w:trPr>
      <w:tc>
        <w:tcPr>
          <w:tcW w:w="1361" w:type="dxa"/>
          <w:tcMar>
            <w:top w:w="57" w:type="dxa"/>
            <w:left w:w="0" w:type="dxa"/>
            <w:right w:w="0" w:type="dxa"/>
          </w:tcMar>
        </w:tcPr>
        <w:p w14:paraId="728F51F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7F48ED3D" w14:textId="77777777" w:rsidR="00D819B4" w:rsidRDefault="00D819B4" w:rsidP="00523EA7">
          <w:pPr>
            <w:pStyle w:val="Zpat"/>
          </w:pPr>
        </w:p>
      </w:tc>
      <w:tc>
        <w:tcPr>
          <w:tcW w:w="5698" w:type="dxa"/>
          <w:shd w:val="clear" w:color="auto" w:fill="auto"/>
          <w:tcMar>
            <w:top w:w="57" w:type="dxa"/>
            <w:left w:w="0" w:type="dxa"/>
            <w:right w:w="0" w:type="dxa"/>
          </w:tcMar>
        </w:tcPr>
        <w:p w14:paraId="2BC23306" w14:textId="77777777" w:rsidR="00D819B4" w:rsidRPr="00D6163D" w:rsidRDefault="00D819B4" w:rsidP="00D6163D">
          <w:pPr>
            <w:pStyle w:val="Druhdokumentu"/>
          </w:pPr>
        </w:p>
      </w:tc>
    </w:tr>
  </w:tbl>
  <w:p w14:paraId="40152EDA" w14:textId="77777777" w:rsidR="00D819B4" w:rsidRPr="00D6163D" w:rsidRDefault="00D819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1BDF1899" w14:textId="77777777" w:rsidTr="00C02D0A">
      <w:trPr>
        <w:trHeight w:hRule="exact" w:val="454"/>
      </w:trPr>
      <w:tc>
        <w:tcPr>
          <w:tcW w:w="1361" w:type="dxa"/>
          <w:tcMar>
            <w:top w:w="57" w:type="dxa"/>
            <w:left w:w="0" w:type="dxa"/>
            <w:right w:w="0" w:type="dxa"/>
          </w:tcMar>
        </w:tcPr>
        <w:p w14:paraId="61381780"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3FEA7014" w14:textId="77777777" w:rsidR="00D819B4" w:rsidRDefault="00D819B4" w:rsidP="00523EA7">
          <w:pPr>
            <w:pStyle w:val="Zpat"/>
          </w:pPr>
        </w:p>
      </w:tc>
      <w:tc>
        <w:tcPr>
          <w:tcW w:w="5698" w:type="dxa"/>
          <w:shd w:val="clear" w:color="auto" w:fill="auto"/>
          <w:tcMar>
            <w:top w:w="57" w:type="dxa"/>
            <w:left w:w="0" w:type="dxa"/>
            <w:right w:w="0" w:type="dxa"/>
          </w:tcMar>
        </w:tcPr>
        <w:p w14:paraId="1FDA7C4B" w14:textId="77777777" w:rsidR="00D819B4" w:rsidRPr="00D6163D" w:rsidRDefault="00D819B4" w:rsidP="00D6163D">
          <w:pPr>
            <w:pStyle w:val="Druhdokumentu"/>
          </w:pPr>
        </w:p>
      </w:tc>
    </w:tr>
  </w:tbl>
  <w:p w14:paraId="58BF66C5" w14:textId="77777777" w:rsidR="00D819B4" w:rsidRPr="00D6163D" w:rsidRDefault="00D819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57C23627" w14:textId="77777777" w:rsidTr="00C02D0A">
      <w:trPr>
        <w:trHeight w:hRule="exact" w:val="454"/>
      </w:trPr>
      <w:tc>
        <w:tcPr>
          <w:tcW w:w="1361" w:type="dxa"/>
          <w:tcMar>
            <w:top w:w="57" w:type="dxa"/>
            <w:left w:w="0" w:type="dxa"/>
            <w:right w:w="0" w:type="dxa"/>
          </w:tcMar>
        </w:tcPr>
        <w:p w14:paraId="44B2BBDF"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17DE422A" w14:textId="77777777" w:rsidR="00D819B4" w:rsidRDefault="00D819B4" w:rsidP="00523EA7">
          <w:pPr>
            <w:pStyle w:val="Zpat"/>
          </w:pPr>
        </w:p>
      </w:tc>
      <w:tc>
        <w:tcPr>
          <w:tcW w:w="5698" w:type="dxa"/>
          <w:shd w:val="clear" w:color="auto" w:fill="auto"/>
          <w:tcMar>
            <w:top w:w="57" w:type="dxa"/>
            <w:left w:w="0" w:type="dxa"/>
            <w:right w:w="0" w:type="dxa"/>
          </w:tcMar>
        </w:tcPr>
        <w:p w14:paraId="449D0B2A" w14:textId="77777777" w:rsidR="00D819B4" w:rsidRPr="00D6163D" w:rsidRDefault="00D819B4" w:rsidP="00D6163D">
          <w:pPr>
            <w:pStyle w:val="Druhdokumentu"/>
          </w:pPr>
        </w:p>
      </w:tc>
    </w:tr>
  </w:tbl>
  <w:p w14:paraId="50A46596" w14:textId="77777777" w:rsidR="00D819B4" w:rsidRPr="00D6163D" w:rsidRDefault="00D819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19B4" w14:paraId="30BD0621" w14:textId="77777777" w:rsidTr="00C02D0A">
      <w:trPr>
        <w:trHeight w:hRule="exact" w:val="454"/>
      </w:trPr>
      <w:tc>
        <w:tcPr>
          <w:tcW w:w="1361" w:type="dxa"/>
          <w:tcMar>
            <w:top w:w="57" w:type="dxa"/>
            <w:left w:w="0" w:type="dxa"/>
            <w:right w:w="0" w:type="dxa"/>
          </w:tcMar>
        </w:tcPr>
        <w:p w14:paraId="70F1034B" w14:textId="77777777" w:rsidR="00D819B4" w:rsidRPr="00B8518B" w:rsidRDefault="00D819B4" w:rsidP="00523EA7">
          <w:pPr>
            <w:pStyle w:val="Zpat"/>
            <w:rPr>
              <w:rStyle w:val="slostrnky"/>
            </w:rPr>
          </w:pPr>
        </w:p>
      </w:tc>
      <w:tc>
        <w:tcPr>
          <w:tcW w:w="3458" w:type="dxa"/>
          <w:shd w:val="clear" w:color="auto" w:fill="auto"/>
          <w:tcMar>
            <w:top w:w="57" w:type="dxa"/>
            <w:left w:w="0" w:type="dxa"/>
            <w:right w:w="0" w:type="dxa"/>
          </w:tcMar>
        </w:tcPr>
        <w:p w14:paraId="69184EE7" w14:textId="77777777" w:rsidR="00D819B4" w:rsidRDefault="00D819B4" w:rsidP="00523EA7">
          <w:pPr>
            <w:pStyle w:val="Zpat"/>
          </w:pPr>
        </w:p>
      </w:tc>
      <w:tc>
        <w:tcPr>
          <w:tcW w:w="5698" w:type="dxa"/>
          <w:shd w:val="clear" w:color="auto" w:fill="auto"/>
          <w:tcMar>
            <w:top w:w="57" w:type="dxa"/>
            <w:left w:w="0" w:type="dxa"/>
            <w:right w:w="0" w:type="dxa"/>
          </w:tcMar>
        </w:tcPr>
        <w:p w14:paraId="6497DB18" w14:textId="77777777" w:rsidR="00D819B4" w:rsidRPr="00D6163D" w:rsidRDefault="00D819B4" w:rsidP="00D6163D">
          <w:pPr>
            <w:pStyle w:val="Druhdokumentu"/>
          </w:pPr>
        </w:p>
      </w:tc>
    </w:tr>
  </w:tbl>
  <w:p w14:paraId="5EA0F4BB" w14:textId="77777777" w:rsidR="00D819B4" w:rsidRPr="00D6163D" w:rsidRDefault="00D819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6792"/>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C6BA7"/>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77317"/>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94EC0"/>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41AA"/>
    <w:rsid w:val="00D6163D"/>
    <w:rsid w:val="00D819B4"/>
    <w:rsid w:val="00D831A3"/>
    <w:rsid w:val="00D976E7"/>
    <w:rsid w:val="00D97BE3"/>
    <w:rsid w:val="00DA3711"/>
    <w:rsid w:val="00DA5B8D"/>
    <w:rsid w:val="00DB4E0F"/>
    <w:rsid w:val="00DB519A"/>
    <w:rsid w:val="00DD46F3"/>
    <w:rsid w:val="00DE56F2"/>
    <w:rsid w:val="00DF116D"/>
    <w:rsid w:val="00E16FF7"/>
    <w:rsid w:val="00E26D68"/>
    <w:rsid w:val="00E44045"/>
    <w:rsid w:val="00E463D2"/>
    <w:rsid w:val="00E618C4"/>
    <w:rsid w:val="00E73EBB"/>
    <w:rsid w:val="00E7415D"/>
    <w:rsid w:val="00E86445"/>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15F3"/>
    <w:rsid w:val="00F86A48"/>
    <w:rsid w:val="00F86BA6"/>
    <w:rsid w:val="00F95FBD"/>
    <w:rsid w:val="00FB6342"/>
    <w:rsid w:val="00FC3B4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zemanovak@szd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sindelarl@szd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lima@szd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kudrnac@szdc.cz" TargetMode="External"/><Relationship Id="rId37" Type="http://schemas.openxmlformats.org/officeDocument/2006/relationships/hyperlink" Target="mailto:balcarekj@szd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hyperlink" Target="mailto:spinka@szd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beranj@szd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mudroch@szdc.cz" TargetMode="External"/><Relationship Id="rId35" Type="http://schemas.openxmlformats.org/officeDocument/2006/relationships/hyperlink" Target="mailto:zlamal@szd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5F1766F-F0F6-4E88-99F4-C6E5FD69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941</TotalTime>
  <Pages>19</Pages>
  <Words>4497</Words>
  <Characters>26537</Characters>
  <Application>Microsoft Office Word</Application>
  <DocSecurity>0</DocSecurity>
  <Lines>221</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41</cp:revision>
  <cp:lastPrinted>2019-09-27T11:09:00Z</cp:lastPrinted>
  <dcterms:created xsi:type="dcterms:W3CDTF">2019-03-19T08:45:00Z</dcterms:created>
  <dcterms:modified xsi:type="dcterms:W3CDTF">2020-04-16T14:46:00Z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